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6B" w:rsidRPr="001F0EC0" w:rsidRDefault="00CE7D6B" w:rsidP="0099078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CE7D6B" w:rsidRPr="001F0EC0" w:rsidRDefault="00CE7D6B" w:rsidP="0099078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CE7D6B" w:rsidRPr="00990781" w:rsidRDefault="00CE7D6B" w:rsidP="0099078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по факультету</w:t>
      </w:r>
      <w:r w:rsidRPr="00990781">
        <w:t xml:space="preserve"> </w:t>
      </w:r>
      <w:r w:rsidRPr="00990781">
        <w:rPr>
          <w:b/>
        </w:rPr>
        <w:t>філології та журналістики</w:t>
      </w:r>
    </w:p>
    <w:p w:rsidR="00CE7D6B" w:rsidRPr="001F0EC0" w:rsidRDefault="00CE7D6B" w:rsidP="00990781">
      <w:pPr>
        <w:widowControl w:val="0"/>
        <w:jc w:val="both"/>
        <w:rPr>
          <w:lang w:val="uk-UA"/>
        </w:rPr>
      </w:pPr>
    </w:p>
    <w:p w:rsidR="00CE7D6B" w:rsidRPr="001F0EC0" w:rsidRDefault="00CE7D6B" w:rsidP="00990781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>
        <w:rPr>
          <w:u w:val="single"/>
          <w:lang w:val="uk-UA"/>
        </w:rPr>
        <w:t>035.01 Філологія</w:t>
      </w:r>
      <w:r w:rsidRPr="00990781">
        <w:rPr>
          <w:u w:val="single"/>
          <w:lang w:val="uk-UA"/>
        </w:rPr>
        <w:t xml:space="preserve"> (українська, мова та література)</w:t>
      </w:r>
    </w:p>
    <w:p w:rsidR="00CE7D6B" w:rsidRPr="001F0EC0" w:rsidRDefault="00CE7D6B" w:rsidP="00990781">
      <w:pPr>
        <w:widowControl w:val="0"/>
        <w:jc w:val="both"/>
        <w:rPr>
          <w:lang w:val="uk-UA"/>
        </w:rPr>
      </w:pPr>
      <w:r>
        <w:rPr>
          <w:lang w:val="uk-UA"/>
        </w:rPr>
        <w:t>Курс   1</w:t>
      </w:r>
    </w:p>
    <w:p w:rsidR="00CE7D6B" w:rsidRPr="001F0EC0" w:rsidRDefault="00CE7D6B" w:rsidP="00990781">
      <w:pPr>
        <w:widowControl w:val="0"/>
        <w:jc w:val="both"/>
        <w:rPr>
          <w:lang w:val="uk-UA"/>
        </w:rPr>
      </w:pPr>
    </w:p>
    <w:p w:rsidR="00CE7D6B" w:rsidRPr="001F0EC0" w:rsidRDefault="00CE7D6B" w:rsidP="00990781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RPr="001F0EC0" w:rsidTr="00990781">
        <w:tc>
          <w:tcPr>
            <w:tcW w:w="705" w:type="dxa"/>
            <w:vMerge w:val="restart"/>
            <w:vAlign w:val="center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CE7D6B" w:rsidRPr="001F0EC0" w:rsidTr="00990781">
        <w:tc>
          <w:tcPr>
            <w:tcW w:w="705" w:type="dxa"/>
            <w:vMerge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lang w:val="uk-UA"/>
              </w:rPr>
              <w:t>Бондаренко Тет</w:t>
            </w:r>
            <w:r w:rsidRPr="00074927">
              <w:rPr>
                <w:color w:val="000000"/>
              </w:rPr>
              <w:t xml:space="preserve">яна Сергіївна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83,22222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</w:t>
            </w:r>
          </w:p>
        </w:tc>
        <w:tc>
          <w:tcPr>
            <w:tcW w:w="1338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80,06111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</w:rPr>
              <w:t>Агаришева Анета Всеволодівна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81,88889</w:t>
            </w:r>
          </w:p>
        </w:tc>
        <w:tc>
          <w:tcPr>
            <w:tcW w:w="131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77,79444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</w:rPr>
              <w:t>Малєнкова Дарія Геннадіївна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75,11111</w:t>
            </w:r>
          </w:p>
        </w:tc>
      </w:tr>
      <w:tr w:rsidR="00CE7D6B" w:rsidRPr="001F0EC0" w:rsidTr="00990781">
        <w:tc>
          <w:tcPr>
            <w:tcW w:w="705" w:type="dxa"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317" w:type="dxa"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338" w:type="dxa"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</w:tr>
    </w:tbl>
    <w:p w:rsidR="00CE7D6B" w:rsidRPr="001F0EC0" w:rsidRDefault="00CE7D6B" w:rsidP="00990781">
      <w:pPr>
        <w:widowControl w:val="0"/>
        <w:jc w:val="both"/>
        <w:rPr>
          <w:lang w:val="uk-UA"/>
        </w:rPr>
      </w:pPr>
    </w:p>
    <w:p w:rsidR="00CE7D6B" w:rsidRPr="003D50D4" w:rsidRDefault="00CE7D6B" w:rsidP="00990781">
      <w:pPr>
        <w:widowControl w:val="0"/>
        <w:ind w:firstLine="567"/>
        <w:jc w:val="both"/>
        <w:rPr>
          <w:lang w:val="en-US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Default="00CE7D6B" w:rsidP="00990781">
      <w:pPr>
        <w:widowControl w:val="0"/>
        <w:ind w:firstLine="567"/>
        <w:jc w:val="center"/>
        <w:rPr>
          <w:lang w:val="uk-UA"/>
        </w:rPr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A24FE9" w:rsidRDefault="00CE7D6B" w:rsidP="00990781">
      <w:pPr>
        <w:widowControl w:val="0"/>
        <w:ind w:firstLine="567"/>
        <w:jc w:val="center"/>
      </w:pPr>
    </w:p>
    <w:p w:rsidR="00CE7D6B" w:rsidRPr="001F0EC0" w:rsidRDefault="00CE7D6B" w:rsidP="0099078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CE7D6B" w:rsidRPr="001F0EC0" w:rsidRDefault="00CE7D6B" w:rsidP="0099078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CE7D6B" w:rsidRPr="00990781" w:rsidRDefault="00CE7D6B" w:rsidP="0099078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по факультету</w:t>
      </w:r>
      <w:r w:rsidRPr="00990781">
        <w:t xml:space="preserve"> </w:t>
      </w:r>
      <w:r w:rsidRPr="00990781">
        <w:rPr>
          <w:b/>
        </w:rPr>
        <w:t>філології та журналістики</w:t>
      </w:r>
    </w:p>
    <w:p w:rsidR="00CE7D6B" w:rsidRPr="001F0EC0" w:rsidRDefault="00CE7D6B" w:rsidP="00990781">
      <w:pPr>
        <w:widowControl w:val="0"/>
        <w:jc w:val="both"/>
        <w:rPr>
          <w:lang w:val="uk-UA"/>
        </w:rPr>
      </w:pPr>
    </w:p>
    <w:p w:rsidR="00CE7D6B" w:rsidRPr="001F0EC0" w:rsidRDefault="00CE7D6B" w:rsidP="00990781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990781">
        <w:rPr>
          <w:u w:val="single"/>
          <w:lang w:val="uk-UA"/>
        </w:rPr>
        <w:t>014.01 Середня освіта (українська, мова та література)</w:t>
      </w:r>
    </w:p>
    <w:p w:rsidR="00CE7D6B" w:rsidRPr="001F0EC0" w:rsidRDefault="00CE7D6B" w:rsidP="00990781">
      <w:pPr>
        <w:widowControl w:val="0"/>
        <w:jc w:val="both"/>
        <w:rPr>
          <w:lang w:val="uk-UA"/>
        </w:rPr>
      </w:pPr>
      <w:r>
        <w:rPr>
          <w:lang w:val="uk-UA"/>
        </w:rPr>
        <w:t>Курс   1</w:t>
      </w:r>
    </w:p>
    <w:p w:rsidR="00CE7D6B" w:rsidRPr="001F0EC0" w:rsidRDefault="00CE7D6B" w:rsidP="00990781">
      <w:pPr>
        <w:widowControl w:val="0"/>
        <w:jc w:val="both"/>
        <w:rPr>
          <w:lang w:val="uk-UA"/>
        </w:rPr>
      </w:pPr>
    </w:p>
    <w:p w:rsidR="00CE7D6B" w:rsidRPr="001F0EC0" w:rsidRDefault="00CE7D6B" w:rsidP="00990781">
      <w:pPr>
        <w:widowControl w:val="0"/>
        <w:jc w:val="both"/>
        <w:rPr>
          <w:lang w:val="uk-UA"/>
        </w:rPr>
      </w:pPr>
    </w:p>
    <w:tbl>
      <w:tblPr>
        <w:tblW w:w="0" w:type="auto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834"/>
        <w:gridCol w:w="2852"/>
        <w:gridCol w:w="2127"/>
        <w:gridCol w:w="1701"/>
        <w:gridCol w:w="1984"/>
      </w:tblGrid>
      <w:tr w:rsidR="00CE7D6B" w:rsidRPr="001F0EC0" w:rsidTr="00074927">
        <w:tc>
          <w:tcPr>
            <w:tcW w:w="834" w:type="dxa"/>
            <w:vMerge w:val="restart"/>
            <w:vAlign w:val="center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2852" w:type="dxa"/>
            <w:vMerge w:val="restart"/>
            <w:vAlign w:val="center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5812" w:type="dxa"/>
            <w:gridSpan w:val="3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CE7D6B" w:rsidRPr="001F0EC0" w:rsidTr="00074927">
        <w:tc>
          <w:tcPr>
            <w:tcW w:w="834" w:type="dxa"/>
            <w:vMerge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852" w:type="dxa"/>
            <w:vMerge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701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984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Самойленко Анастасія Валентинівна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79,11111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1,8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77,74667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Пилипчук Оксана Віталіївна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79,77778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76,58667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Летка Дарія Олегівна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77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0,8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74,72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Харитонова Катерина Олександрівна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77,33333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0,2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74,44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Піддуба Олена Леонідівна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73,33333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70,4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 xml:space="preserve">Єрмолаєва Яна Яківна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70,88889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0,2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68,25333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 xml:space="preserve">Іванченко Анна Валентинівна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67,77778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1,5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66,56667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 xml:space="preserve">Бородовська Марія Олександрівна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68,33333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65,6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Привалова Яна Сергіївна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67,55556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64,85333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 xml:space="preserve">Куцак Вікторія Дмитрівна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63,55556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61,01333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 xml:space="preserve">Бойко Олександр Сергійович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63,22222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0,2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60,89333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Чихун Дарина Тарасівна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62,88889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60,37333</w:t>
            </w:r>
          </w:p>
        </w:tc>
      </w:tr>
      <w:tr w:rsidR="00CE7D6B" w:rsidRPr="001F0EC0" w:rsidTr="00074927">
        <w:tc>
          <w:tcPr>
            <w:tcW w:w="834" w:type="dxa"/>
          </w:tcPr>
          <w:p w:rsidR="00CE7D6B" w:rsidRPr="00990781" w:rsidRDefault="00CE7D6B" w:rsidP="00990781">
            <w:pPr>
              <w:pStyle w:val="ListParagraph"/>
              <w:widowControl w:val="0"/>
              <w:numPr>
                <w:ilvl w:val="0"/>
                <w:numId w:val="3"/>
              </w:numPr>
              <w:jc w:val="both"/>
              <w:rPr>
                <w:lang w:val="uk-UA"/>
              </w:rPr>
            </w:pPr>
          </w:p>
        </w:tc>
        <w:tc>
          <w:tcPr>
            <w:tcW w:w="2852" w:type="dxa"/>
            <w:vAlign w:val="bottom"/>
          </w:tcPr>
          <w:p w:rsidR="00CE7D6B" w:rsidRPr="00074927" w:rsidRDefault="00CE7D6B">
            <w:pPr>
              <w:rPr>
                <w:color w:val="000000"/>
              </w:rPr>
            </w:pPr>
            <w:r w:rsidRPr="00074927">
              <w:rPr>
                <w:color w:val="000000"/>
                <w:sz w:val="22"/>
                <w:szCs w:val="22"/>
              </w:rPr>
              <w:t>Семенчук Олександра Олександрівна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62,44444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4" w:type="dxa"/>
            <w:vAlign w:val="bottom"/>
          </w:tcPr>
          <w:p w:rsidR="00CE7D6B" w:rsidRPr="00074927" w:rsidRDefault="00CE7D6B" w:rsidP="00074927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59,94667</w:t>
            </w:r>
          </w:p>
        </w:tc>
      </w:tr>
    </w:tbl>
    <w:p w:rsidR="00CE7D6B" w:rsidRPr="001F0EC0" w:rsidRDefault="00CE7D6B" w:rsidP="00990781">
      <w:pPr>
        <w:widowControl w:val="0"/>
        <w:jc w:val="both"/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Pr="00A24FE9" w:rsidRDefault="00CE7D6B" w:rsidP="009D1891">
      <w:pPr>
        <w:widowControl w:val="0"/>
        <w:ind w:firstLine="567"/>
        <w:jc w:val="center"/>
      </w:pPr>
    </w:p>
    <w:p w:rsidR="00CE7D6B" w:rsidRPr="00A24FE9" w:rsidRDefault="00CE7D6B" w:rsidP="009D1891">
      <w:pPr>
        <w:widowControl w:val="0"/>
        <w:ind w:firstLine="567"/>
        <w:jc w:val="center"/>
      </w:pPr>
    </w:p>
    <w:p w:rsidR="00CE7D6B" w:rsidRPr="00A24FE9" w:rsidRDefault="00CE7D6B" w:rsidP="009D1891">
      <w:pPr>
        <w:widowControl w:val="0"/>
        <w:ind w:firstLine="567"/>
        <w:jc w:val="center"/>
      </w:pPr>
    </w:p>
    <w:p w:rsidR="00CE7D6B" w:rsidRPr="00A24FE9" w:rsidRDefault="00CE7D6B" w:rsidP="009D1891">
      <w:pPr>
        <w:widowControl w:val="0"/>
        <w:ind w:firstLine="567"/>
        <w:jc w:val="center"/>
      </w:pPr>
    </w:p>
    <w:p w:rsidR="00CE7D6B" w:rsidRPr="00A24FE9" w:rsidRDefault="00CE7D6B" w:rsidP="009D1891">
      <w:pPr>
        <w:widowControl w:val="0"/>
        <w:ind w:firstLine="567"/>
        <w:jc w:val="center"/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en-US"/>
        </w:rPr>
      </w:pPr>
    </w:p>
    <w:p w:rsidR="00CE7D6B" w:rsidRDefault="00CE7D6B" w:rsidP="009D1891">
      <w:pPr>
        <w:widowControl w:val="0"/>
        <w:ind w:firstLine="567"/>
        <w:jc w:val="center"/>
        <w:rPr>
          <w:lang w:val="en-US"/>
        </w:rPr>
      </w:pPr>
    </w:p>
    <w:p w:rsidR="00CE7D6B" w:rsidRPr="003D50D4" w:rsidRDefault="00CE7D6B" w:rsidP="009D1891">
      <w:pPr>
        <w:widowControl w:val="0"/>
        <w:ind w:firstLine="567"/>
        <w:jc w:val="center"/>
        <w:rPr>
          <w:lang w:val="en-US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Default="00CE7D6B" w:rsidP="009D1891">
      <w:pPr>
        <w:widowControl w:val="0"/>
        <w:rPr>
          <w:lang w:val="uk-UA"/>
        </w:rPr>
      </w:pPr>
    </w:p>
    <w:p w:rsidR="00CE7D6B" w:rsidRPr="001F0EC0" w:rsidRDefault="00CE7D6B" w:rsidP="009D189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CE7D6B" w:rsidRPr="001F0EC0" w:rsidRDefault="00CE7D6B" w:rsidP="009D189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CE7D6B" w:rsidRPr="00990781" w:rsidRDefault="00CE7D6B" w:rsidP="009D189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по факультету</w:t>
      </w:r>
      <w:r w:rsidRPr="00990781">
        <w:t xml:space="preserve"> </w:t>
      </w:r>
      <w:r w:rsidRPr="00990781">
        <w:rPr>
          <w:b/>
        </w:rPr>
        <w:t>філології та журналістики</w:t>
      </w:r>
    </w:p>
    <w:p w:rsidR="00CE7D6B" w:rsidRPr="001F0EC0" w:rsidRDefault="00CE7D6B" w:rsidP="009D1891">
      <w:pPr>
        <w:widowControl w:val="0"/>
        <w:ind w:firstLine="567"/>
        <w:jc w:val="center"/>
        <w:rPr>
          <w:lang w:val="uk-UA"/>
        </w:rPr>
      </w:pPr>
    </w:p>
    <w:p w:rsidR="00CE7D6B" w:rsidRPr="001F0EC0" w:rsidRDefault="00CE7D6B" w:rsidP="009D1891">
      <w:pPr>
        <w:widowControl w:val="0"/>
        <w:jc w:val="both"/>
        <w:rPr>
          <w:lang w:val="uk-UA"/>
        </w:rPr>
      </w:pPr>
    </w:p>
    <w:p w:rsidR="00CE7D6B" w:rsidRPr="009D1891" w:rsidRDefault="00CE7D6B" w:rsidP="009D1891">
      <w:pPr>
        <w:widowControl w:val="0"/>
        <w:jc w:val="both"/>
        <w:rPr>
          <w:u w:val="single"/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u w:val="single"/>
          <w:lang w:val="uk-UA"/>
        </w:rPr>
        <w:t>014.02 Середня освіта (українська, англійська мова та література)</w:t>
      </w:r>
    </w:p>
    <w:p w:rsidR="00CE7D6B" w:rsidRPr="001F0EC0" w:rsidRDefault="00CE7D6B" w:rsidP="009D1891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Курс  </w:t>
      </w:r>
      <w:r w:rsidRPr="009D1891">
        <w:rPr>
          <w:u w:val="single"/>
          <w:lang w:val="uk-UA"/>
        </w:rPr>
        <w:t>1</w:t>
      </w:r>
    </w:p>
    <w:p w:rsidR="00CE7D6B" w:rsidRPr="001F0EC0" w:rsidRDefault="00CE7D6B" w:rsidP="009D1891">
      <w:pPr>
        <w:widowControl w:val="0"/>
        <w:jc w:val="both"/>
        <w:rPr>
          <w:lang w:val="uk-UA"/>
        </w:rPr>
      </w:pPr>
    </w:p>
    <w:p w:rsidR="00CE7D6B" w:rsidRPr="001F0EC0" w:rsidRDefault="00CE7D6B" w:rsidP="009D1891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RPr="001F0EC0" w:rsidTr="00BC7C61">
        <w:tc>
          <w:tcPr>
            <w:tcW w:w="705" w:type="dxa"/>
            <w:vMerge w:val="restart"/>
            <w:vAlign w:val="center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CE7D6B" w:rsidRPr="001F0EC0" w:rsidTr="00BC7C61">
        <w:tc>
          <w:tcPr>
            <w:tcW w:w="705" w:type="dxa"/>
            <w:vMerge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CE7D6B" w:rsidRPr="001F0EC0" w:rsidRDefault="00CE7D6B" w:rsidP="0093226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Pr="001F0EC0" w:rsidRDefault="00CE7D6B" w:rsidP="0093226D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Альтгауз Олександр Валерійович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79,11111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0,2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75,36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Журба Ірина Олександрівна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76,77778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73,74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Коваленко Юлія Геннадіївна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77,55556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73,68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Зубова Анастасія Андріївна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75,22222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1,2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72,66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Авакімян Аіда Маратівна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74,22222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1,425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71,94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Макаренко Олександра Олександрівна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74,22222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1,3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71,81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Колінько Владислава Ігорівна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74,11111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71,21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Петращук Ольга Петрівна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73,66667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70,78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Карімова Діана Олександрівна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74,22222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70,51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Іващенко Катерина Вікторівна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70,22222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0,2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66,91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Явоненко Катерина Львівна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70,22222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66,71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Бень Анастасія Константинівна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68,77778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65,44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Лушнікова Владислава Олександрівна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68,66667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65,23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Слаквіч Анастасія Олегівна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68,33333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64,92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Фесик Дарія Юріївна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66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62,70</w:t>
            </w:r>
          </w:p>
        </w:tc>
      </w:tr>
      <w:tr w:rsidR="00CE7D6B" w:rsidRPr="001F0EC0" w:rsidTr="0093226D">
        <w:tc>
          <w:tcPr>
            <w:tcW w:w="705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BC7C61">
            <w:pPr>
              <w:pStyle w:val="NoSpacing"/>
            </w:pPr>
            <w:r>
              <w:t>Мартич Валерія Вікторівна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BC7C61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62,33333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  <w:szCs w:val="22"/>
              </w:rPr>
              <w:t>59,22</w:t>
            </w:r>
          </w:p>
        </w:tc>
      </w:tr>
    </w:tbl>
    <w:p w:rsidR="00CE7D6B" w:rsidRPr="001F0EC0" w:rsidRDefault="00CE7D6B" w:rsidP="009D1891">
      <w:pPr>
        <w:widowControl w:val="0"/>
        <w:jc w:val="both"/>
        <w:rPr>
          <w:lang w:val="uk-UA"/>
        </w:rPr>
      </w:pPr>
    </w:p>
    <w:p w:rsidR="00CE7D6B" w:rsidRPr="001F0EC0" w:rsidRDefault="00CE7D6B" w:rsidP="009D1891">
      <w:pPr>
        <w:widowControl w:val="0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en-US"/>
        </w:rPr>
      </w:pPr>
    </w:p>
    <w:p w:rsidR="00CE7D6B" w:rsidRDefault="00CE7D6B" w:rsidP="009D1891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9D1891">
      <w:pPr>
        <w:widowControl w:val="0"/>
        <w:ind w:firstLine="567"/>
        <w:jc w:val="both"/>
        <w:rPr>
          <w:lang w:val="en-US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Default="00CE7D6B" w:rsidP="009D1891">
      <w:pPr>
        <w:widowControl w:val="0"/>
        <w:ind w:firstLine="567"/>
        <w:jc w:val="both"/>
        <w:rPr>
          <w:lang w:val="uk-UA"/>
        </w:rPr>
      </w:pPr>
    </w:p>
    <w:p w:rsidR="00CE7D6B" w:rsidRPr="001F0EC0" w:rsidRDefault="00CE7D6B" w:rsidP="00BC7C6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CE7D6B" w:rsidRPr="001F0EC0" w:rsidRDefault="00CE7D6B" w:rsidP="00BC7C6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CE7D6B" w:rsidRPr="00990781" w:rsidRDefault="00CE7D6B" w:rsidP="00BC7C61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по факультету</w:t>
      </w:r>
      <w:r w:rsidRPr="00990781">
        <w:t xml:space="preserve"> </w:t>
      </w:r>
      <w:r w:rsidRPr="00990781">
        <w:rPr>
          <w:b/>
        </w:rPr>
        <w:t>філології та журналістики</w:t>
      </w:r>
    </w:p>
    <w:p w:rsidR="00CE7D6B" w:rsidRDefault="00CE7D6B" w:rsidP="00BC7C61">
      <w:pPr>
        <w:widowControl w:val="0"/>
        <w:ind w:firstLine="567"/>
        <w:jc w:val="center"/>
        <w:rPr>
          <w:lang w:val="uk-UA"/>
        </w:rPr>
      </w:pPr>
    </w:p>
    <w:p w:rsidR="00CE7D6B" w:rsidRDefault="00CE7D6B" w:rsidP="00BC7C61">
      <w:pPr>
        <w:widowControl w:val="0"/>
        <w:jc w:val="both"/>
        <w:rPr>
          <w:lang w:val="uk-UA"/>
        </w:rPr>
      </w:pPr>
    </w:p>
    <w:p w:rsidR="00CE7D6B" w:rsidRDefault="00CE7D6B" w:rsidP="00BC7C61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BC7C61">
        <w:rPr>
          <w:u w:val="single"/>
          <w:lang w:val="uk-UA"/>
        </w:rPr>
        <w:t>061 Журналістика</w:t>
      </w:r>
    </w:p>
    <w:p w:rsidR="00CE7D6B" w:rsidRDefault="00CE7D6B" w:rsidP="00BC7C61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 </w:t>
      </w:r>
      <w:r>
        <w:rPr>
          <w:u w:val="single"/>
          <w:lang w:val="uk-UA"/>
        </w:rPr>
        <w:t>1</w:t>
      </w:r>
    </w:p>
    <w:p w:rsidR="00CE7D6B" w:rsidRDefault="00CE7D6B" w:rsidP="00BC7C61">
      <w:pPr>
        <w:widowControl w:val="0"/>
        <w:jc w:val="both"/>
        <w:rPr>
          <w:lang w:val="uk-UA"/>
        </w:rPr>
      </w:pPr>
    </w:p>
    <w:p w:rsidR="00CE7D6B" w:rsidRDefault="00CE7D6B" w:rsidP="00BC7C61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38"/>
        <w:gridCol w:w="3186"/>
        <w:gridCol w:w="2135"/>
        <w:gridCol w:w="1417"/>
        <w:gridCol w:w="1985"/>
      </w:tblGrid>
      <w:tr w:rsidR="00CE7D6B" w:rsidTr="00074927">
        <w:tc>
          <w:tcPr>
            <w:tcW w:w="638" w:type="dxa"/>
            <w:vMerge w:val="restart"/>
            <w:vAlign w:val="center"/>
          </w:tcPr>
          <w:p w:rsidR="00CE7D6B" w:rsidRDefault="00CE7D6B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186" w:type="dxa"/>
            <w:vMerge w:val="restart"/>
            <w:vAlign w:val="center"/>
          </w:tcPr>
          <w:p w:rsidR="00CE7D6B" w:rsidRDefault="00CE7D6B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5537" w:type="dxa"/>
            <w:gridSpan w:val="3"/>
          </w:tcPr>
          <w:p w:rsidR="00CE7D6B" w:rsidRDefault="00CE7D6B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074927">
        <w:tc>
          <w:tcPr>
            <w:tcW w:w="638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CE7D6B" w:rsidRDefault="00CE7D6B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417" w:type="dxa"/>
          </w:tcPr>
          <w:p w:rsidR="00CE7D6B" w:rsidRDefault="00CE7D6B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985" w:type="dxa"/>
          </w:tcPr>
          <w:p w:rsidR="00CE7D6B" w:rsidRDefault="00CE7D6B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074927">
        <w:tc>
          <w:tcPr>
            <w:tcW w:w="638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5"/>
              </w:numPr>
              <w:jc w:val="both"/>
              <w:rPr>
                <w:lang w:val="uk-UA"/>
              </w:rPr>
            </w:pPr>
          </w:p>
        </w:tc>
        <w:tc>
          <w:tcPr>
            <w:tcW w:w="3186" w:type="dxa"/>
            <w:vAlign w:val="bottom"/>
          </w:tcPr>
          <w:p w:rsidR="00CE7D6B" w:rsidRDefault="00CE7D6B" w:rsidP="00BC7C61">
            <w:pPr>
              <w:pStyle w:val="NoSpacing"/>
            </w:pPr>
            <w:r>
              <w:rPr>
                <w:sz w:val="14"/>
                <w:szCs w:val="14"/>
              </w:rPr>
              <w:t xml:space="preserve"> </w:t>
            </w:r>
            <w:r>
              <w:t>Обуховська Олена Ігорівна</w:t>
            </w:r>
          </w:p>
        </w:tc>
        <w:tc>
          <w:tcPr>
            <w:tcW w:w="213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90,8</w:t>
            </w:r>
          </w:p>
        </w:tc>
        <w:tc>
          <w:tcPr>
            <w:tcW w:w="1417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4,1</w:t>
            </w:r>
          </w:p>
        </w:tc>
        <w:tc>
          <w:tcPr>
            <w:tcW w:w="198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90,36</w:t>
            </w:r>
          </w:p>
        </w:tc>
      </w:tr>
      <w:tr w:rsidR="00CE7D6B" w:rsidTr="00074927">
        <w:tc>
          <w:tcPr>
            <w:tcW w:w="638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5"/>
              </w:numPr>
              <w:jc w:val="both"/>
              <w:rPr>
                <w:lang w:val="uk-UA"/>
              </w:rPr>
            </w:pPr>
          </w:p>
        </w:tc>
        <w:tc>
          <w:tcPr>
            <w:tcW w:w="3186" w:type="dxa"/>
            <w:vAlign w:val="bottom"/>
          </w:tcPr>
          <w:p w:rsidR="00CE7D6B" w:rsidRDefault="00CE7D6B" w:rsidP="00BC7C61">
            <w:pPr>
              <w:pStyle w:val="NoSpacing"/>
            </w:pPr>
            <w:r>
              <w:t>Пилипчук Євгеній Олександрович</w:t>
            </w:r>
          </w:p>
        </w:tc>
        <w:tc>
          <w:tcPr>
            <w:tcW w:w="213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88,5</w:t>
            </w:r>
          </w:p>
        </w:tc>
        <w:tc>
          <w:tcPr>
            <w:tcW w:w="1417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2,55</w:t>
            </w:r>
          </w:p>
        </w:tc>
        <w:tc>
          <w:tcPr>
            <w:tcW w:w="198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86,63</w:t>
            </w:r>
          </w:p>
        </w:tc>
      </w:tr>
      <w:tr w:rsidR="00CE7D6B" w:rsidTr="00074927">
        <w:tc>
          <w:tcPr>
            <w:tcW w:w="638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5"/>
              </w:numPr>
              <w:jc w:val="both"/>
              <w:rPr>
                <w:lang w:val="uk-UA"/>
              </w:rPr>
            </w:pPr>
          </w:p>
        </w:tc>
        <w:tc>
          <w:tcPr>
            <w:tcW w:w="3186" w:type="dxa"/>
            <w:vAlign w:val="bottom"/>
          </w:tcPr>
          <w:p w:rsidR="00CE7D6B" w:rsidRDefault="00CE7D6B" w:rsidP="00BC7C61">
            <w:pPr>
              <w:pStyle w:val="NoSpacing"/>
            </w:pPr>
            <w:r>
              <w:t>Мухтаров Ісмаіл Селямійович</w:t>
            </w:r>
          </w:p>
        </w:tc>
        <w:tc>
          <w:tcPr>
            <w:tcW w:w="213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72,8</w:t>
            </w:r>
          </w:p>
        </w:tc>
        <w:tc>
          <w:tcPr>
            <w:tcW w:w="1417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0,8</w:t>
            </w:r>
          </w:p>
        </w:tc>
        <w:tc>
          <w:tcPr>
            <w:tcW w:w="198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69,96</w:t>
            </w:r>
          </w:p>
        </w:tc>
      </w:tr>
      <w:tr w:rsidR="00CE7D6B" w:rsidTr="00074927">
        <w:tc>
          <w:tcPr>
            <w:tcW w:w="638" w:type="dxa"/>
          </w:tcPr>
          <w:p w:rsidR="00CE7D6B" w:rsidRPr="00BC7C61" w:rsidRDefault="00CE7D6B" w:rsidP="00BC7C61">
            <w:pPr>
              <w:pStyle w:val="ListParagraph"/>
              <w:widowControl w:val="0"/>
              <w:numPr>
                <w:ilvl w:val="0"/>
                <w:numId w:val="5"/>
              </w:numPr>
              <w:jc w:val="both"/>
              <w:rPr>
                <w:lang w:val="uk-UA"/>
              </w:rPr>
            </w:pPr>
          </w:p>
        </w:tc>
        <w:tc>
          <w:tcPr>
            <w:tcW w:w="3186" w:type="dxa"/>
            <w:vAlign w:val="bottom"/>
          </w:tcPr>
          <w:p w:rsidR="00CE7D6B" w:rsidRDefault="00CE7D6B" w:rsidP="00BC7C61">
            <w:pPr>
              <w:pStyle w:val="NoSpacing"/>
            </w:pPr>
            <w:r>
              <w:rPr>
                <w:sz w:val="14"/>
                <w:szCs w:val="14"/>
              </w:rPr>
              <w:t xml:space="preserve"> </w:t>
            </w:r>
            <w:r>
              <w:t>Кушнір Юлія Миколаївна</w:t>
            </w:r>
          </w:p>
        </w:tc>
        <w:tc>
          <w:tcPr>
            <w:tcW w:w="213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73,3</w:t>
            </w:r>
          </w:p>
        </w:tc>
        <w:tc>
          <w:tcPr>
            <w:tcW w:w="1417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0,2</w:t>
            </w:r>
          </w:p>
        </w:tc>
        <w:tc>
          <w:tcPr>
            <w:tcW w:w="1985" w:type="dxa"/>
            <w:vAlign w:val="bottom"/>
          </w:tcPr>
          <w:p w:rsidR="00CE7D6B" w:rsidRPr="00785502" w:rsidRDefault="00CE7D6B" w:rsidP="00785502">
            <w:pPr>
              <w:jc w:val="center"/>
              <w:rPr>
                <w:color w:val="000000"/>
              </w:rPr>
            </w:pPr>
            <w:r w:rsidRPr="00785502">
              <w:rPr>
                <w:color w:val="000000"/>
                <w:szCs w:val="22"/>
              </w:rPr>
              <w:t>69,84</w:t>
            </w:r>
          </w:p>
        </w:tc>
      </w:tr>
    </w:tbl>
    <w:p w:rsidR="00CE7D6B" w:rsidRDefault="00CE7D6B" w:rsidP="00BC7C61">
      <w:pPr>
        <w:widowControl w:val="0"/>
        <w:jc w:val="both"/>
        <w:rPr>
          <w:lang w:val="uk-UA"/>
        </w:rPr>
      </w:pPr>
    </w:p>
    <w:p w:rsidR="00CE7D6B" w:rsidRDefault="00CE7D6B" w:rsidP="00BC7C61">
      <w:pPr>
        <w:widowControl w:val="0"/>
        <w:ind w:firstLine="567"/>
        <w:jc w:val="both"/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en-US"/>
        </w:rPr>
      </w:pPr>
    </w:p>
    <w:p w:rsidR="00CE7D6B" w:rsidRDefault="00CE7D6B" w:rsidP="00785502">
      <w:pPr>
        <w:widowControl w:val="0"/>
        <w:ind w:firstLine="567"/>
        <w:jc w:val="center"/>
        <w:rPr>
          <w:lang w:val="en-US"/>
        </w:rPr>
      </w:pPr>
    </w:p>
    <w:p w:rsidR="00CE7D6B" w:rsidRDefault="00CE7D6B" w:rsidP="00785502">
      <w:pPr>
        <w:widowControl w:val="0"/>
        <w:ind w:firstLine="567"/>
        <w:jc w:val="center"/>
        <w:rPr>
          <w:lang w:val="en-US"/>
        </w:rPr>
      </w:pPr>
    </w:p>
    <w:p w:rsidR="00CE7D6B" w:rsidRDefault="00CE7D6B" w:rsidP="00785502">
      <w:pPr>
        <w:widowControl w:val="0"/>
        <w:ind w:firstLine="567"/>
        <w:jc w:val="center"/>
        <w:rPr>
          <w:lang w:val="en-US"/>
        </w:rPr>
      </w:pPr>
    </w:p>
    <w:p w:rsidR="00CE7D6B" w:rsidRPr="003D50D4" w:rsidRDefault="00CE7D6B" w:rsidP="00785502">
      <w:pPr>
        <w:widowControl w:val="0"/>
        <w:ind w:firstLine="567"/>
        <w:jc w:val="center"/>
        <w:rPr>
          <w:lang w:val="en-US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785502">
        <w:rPr>
          <w:u w:val="single"/>
          <w:lang w:val="uk-UA"/>
        </w:rPr>
        <w:t>6.020303 Філологія (українська мова та література)*</w:t>
      </w:r>
    </w:p>
    <w:p w:rsidR="00CE7D6B" w:rsidRDefault="00CE7D6B" w:rsidP="00785502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</w:t>
      </w:r>
      <w:r w:rsidRPr="00785502">
        <w:rPr>
          <w:u w:val="single"/>
          <w:lang w:val="uk-UA"/>
        </w:rPr>
        <w:t xml:space="preserve"> 2</w:t>
      </w:r>
    </w:p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67"/>
        <w:gridCol w:w="3628"/>
        <w:gridCol w:w="1701"/>
        <w:gridCol w:w="1559"/>
        <w:gridCol w:w="1843"/>
      </w:tblGrid>
      <w:tr w:rsidR="00CE7D6B" w:rsidTr="00074927">
        <w:tc>
          <w:tcPr>
            <w:tcW w:w="767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62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5103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074927">
        <w:tc>
          <w:tcPr>
            <w:tcW w:w="767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3628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559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843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>Ястреб Наталія Олександрівна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95,5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83,70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Андрющенко Анна Олегівна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91,6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1,425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81,04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Катречко Анастасія Маратівна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90,4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78,47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Сердюк Ганна Сергіївна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87,6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75,81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Даценко Анна Вячеславівна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85,6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73,91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Жиденко Анастасія Олексіївна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84,1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0,8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73,67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Пуголовка Валерія Олегівна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82,7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71,54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Полякова Вікторія Артурівна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81,3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70,21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Гаврилова Аліна Андріївна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80,3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69,73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Катрун Анастасія Олександрівна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79,1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0,5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69,09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Міщенко Наталія Геннадіївна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78,8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68,31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Турчина Дарина Василівна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76,9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68,07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Сьоміна Альона Ігорівна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77,2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67,55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Ухань Ольга Ігорівна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76,5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66,88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Маркіна Анастасія Олександрівна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76,7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66,31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Голік Світлана Русланівна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72,9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63,56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Махник Марія Петрівна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73,7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62,99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Таланчук Марія Сергіївна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72,5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61,85</w:t>
            </w:r>
          </w:p>
        </w:tc>
      </w:tr>
      <w:tr w:rsidR="00CE7D6B" w:rsidTr="00074927">
        <w:tc>
          <w:tcPr>
            <w:tcW w:w="767" w:type="dxa"/>
          </w:tcPr>
          <w:p w:rsidR="00CE7D6B" w:rsidRPr="00785502" w:rsidRDefault="00CE7D6B" w:rsidP="00785502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628" w:type="dxa"/>
            <w:vAlign w:val="bottom"/>
          </w:tcPr>
          <w:p w:rsidR="00CE7D6B" w:rsidRDefault="00CE7D6B" w:rsidP="00785502">
            <w:pPr>
              <w:pStyle w:val="NoSpacing"/>
            </w:pPr>
            <w:r>
              <w:t xml:space="preserve">Бондар Вікторія Олександрівна </w:t>
            </w:r>
          </w:p>
        </w:tc>
        <w:tc>
          <w:tcPr>
            <w:tcW w:w="1701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70,9</w:t>
            </w:r>
          </w:p>
        </w:tc>
        <w:tc>
          <w:tcPr>
            <w:tcW w:w="1559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785502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61,56</w:t>
            </w:r>
          </w:p>
        </w:tc>
      </w:tr>
    </w:tbl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785502">
      <w:pPr>
        <w:widowControl w:val="0"/>
        <w:ind w:firstLine="567"/>
        <w:jc w:val="both"/>
        <w:rPr>
          <w:lang w:val="en-US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Pr="00A24FE9" w:rsidRDefault="00CE7D6B"/>
    <w:p w:rsidR="00CE7D6B" w:rsidRPr="00A24FE9" w:rsidRDefault="00CE7D6B"/>
    <w:p w:rsidR="00CE7D6B" w:rsidRPr="00A24FE9" w:rsidRDefault="00CE7D6B"/>
    <w:p w:rsidR="00CE7D6B" w:rsidRPr="00A24FE9" w:rsidRDefault="00CE7D6B"/>
    <w:p w:rsidR="00CE7D6B" w:rsidRPr="00A24FE9" w:rsidRDefault="00CE7D6B"/>
    <w:p w:rsidR="00CE7D6B" w:rsidRPr="00A24FE9" w:rsidRDefault="00CE7D6B"/>
    <w:p w:rsidR="00CE7D6B" w:rsidRDefault="00CE7D6B" w:rsidP="00785502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785502">
      <w:pPr>
        <w:widowControl w:val="0"/>
        <w:ind w:firstLine="567"/>
        <w:jc w:val="center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Pr="0093226D" w:rsidRDefault="00CE7D6B" w:rsidP="0093226D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>Спеціальність 6</w:t>
      </w:r>
      <w:r w:rsidRPr="0093226D">
        <w:rPr>
          <w:u w:val="single"/>
          <w:lang w:val="uk-UA"/>
        </w:rPr>
        <w:t>.020303 Філологія (українська, англійська мова та література)</w:t>
      </w:r>
    </w:p>
    <w:p w:rsidR="00CE7D6B" w:rsidRDefault="00CE7D6B" w:rsidP="0093226D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 </w:t>
      </w:r>
      <w:r w:rsidRPr="0093226D">
        <w:rPr>
          <w:u w:val="single"/>
          <w:lang w:val="uk-UA"/>
        </w:rPr>
        <w:t>2</w:t>
      </w:r>
    </w:p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</w:p>
    <w:tbl>
      <w:tblPr>
        <w:tblW w:w="0" w:type="auto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917"/>
        <w:gridCol w:w="3478"/>
        <w:gridCol w:w="1843"/>
        <w:gridCol w:w="1417"/>
        <w:gridCol w:w="1985"/>
      </w:tblGrid>
      <w:tr w:rsidR="00CE7D6B" w:rsidTr="00074927">
        <w:tc>
          <w:tcPr>
            <w:tcW w:w="917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47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5245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074927">
        <w:tc>
          <w:tcPr>
            <w:tcW w:w="917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3478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41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985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Матішак Аліна Василівна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84,44444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0,8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81,02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>Чекамова Каріна Сергіївна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81,77778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1,3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78,99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Попова Іванна Сергіївна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80,77778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1,3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78,04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Горбачова Олена Юріївна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79,66667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0,2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75,88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Барбуца Анастасія Вячеславівна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78,66667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74,73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Гузік Руслана Віталіївна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78,55556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74,63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Макогон Альона Ігорівна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78,33333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0,2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74,62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>Ярош Владислава Русланівна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76,55556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1,425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74,15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Ткаченко Маргарита Сергіївна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76,77778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0,4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73,34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Тарасенко Юлія Ігорівна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77,11111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73,26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Коберник Анна Миколаївна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75,88889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73,09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Литвин Ксенія Сергіївна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74,77778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1,425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72,46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Весельська Любов Михайлівна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73,77778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71,09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Агаджанян Меліне Гарніківна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67,22222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0,8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64,66</w:t>
            </w:r>
          </w:p>
        </w:tc>
      </w:tr>
      <w:tr w:rsidR="00CE7D6B" w:rsidTr="00074927">
        <w:tc>
          <w:tcPr>
            <w:tcW w:w="917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78" w:type="dxa"/>
            <w:vAlign w:val="center"/>
          </w:tcPr>
          <w:p w:rsidR="00CE7D6B" w:rsidRDefault="00CE7D6B" w:rsidP="0093226D">
            <w:pPr>
              <w:pStyle w:val="NoSpacing"/>
            </w:pPr>
            <w:r>
              <w:t xml:space="preserve">Василенко Крістіна Вячеславівна </w:t>
            </w:r>
          </w:p>
        </w:tc>
        <w:tc>
          <w:tcPr>
            <w:tcW w:w="1843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62,77778</w:t>
            </w:r>
          </w:p>
        </w:tc>
        <w:tc>
          <w:tcPr>
            <w:tcW w:w="14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985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59,64</w:t>
            </w:r>
          </w:p>
        </w:tc>
      </w:tr>
    </w:tbl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widowControl w:val="0"/>
        <w:jc w:val="both"/>
        <w:rPr>
          <w:lang w:val="uk-UA"/>
        </w:rPr>
      </w:pPr>
    </w:p>
    <w:p w:rsidR="00CE7D6B" w:rsidRDefault="00CE7D6B" w:rsidP="00785502">
      <w:pPr>
        <w:rPr>
          <w:lang w:val="en-US"/>
        </w:rPr>
      </w:pPr>
    </w:p>
    <w:p w:rsidR="00CE7D6B" w:rsidRDefault="00CE7D6B" w:rsidP="00785502">
      <w:pPr>
        <w:rPr>
          <w:lang w:val="en-US"/>
        </w:rPr>
      </w:pPr>
    </w:p>
    <w:p w:rsidR="00CE7D6B" w:rsidRPr="003D50D4" w:rsidRDefault="00CE7D6B" w:rsidP="00785502">
      <w:pPr>
        <w:rPr>
          <w:lang w:val="en-US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93226D">
      <w:pPr>
        <w:widowControl w:val="0"/>
        <w:ind w:firstLine="567"/>
        <w:jc w:val="center"/>
        <w:rPr>
          <w:lang w:val="uk-UA"/>
        </w:rPr>
      </w:pPr>
    </w:p>
    <w:p w:rsidR="00CE7D6B" w:rsidRDefault="00CE7D6B" w:rsidP="0093226D">
      <w:pPr>
        <w:widowControl w:val="0"/>
        <w:ind w:firstLine="567"/>
        <w:jc w:val="center"/>
        <w:rPr>
          <w:lang w:val="uk-UA"/>
        </w:rPr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Pr="00A24FE9" w:rsidRDefault="00CE7D6B" w:rsidP="0093226D">
      <w:pPr>
        <w:widowControl w:val="0"/>
        <w:ind w:firstLine="567"/>
        <w:jc w:val="center"/>
      </w:pPr>
    </w:p>
    <w:p w:rsidR="00CE7D6B" w:rsidRDefault="00CE7D6B" w:rsidP="0093226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93226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93226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93226D">
      <w:pPr>
        <w:widowControl w:val="0"/>
        <w:ind w:firstLine="567"/>
        <w:jc w:val="center"/>
        <w:rPr>
          <w:lang w:val="uk-UA"/>
        </w:rPr>
      </w:pPr>
    </w:p>
    <w:p w:rsidR="00CE7D6B" w:rsidRDefault="00CE7D6B" w:rsidP="0093226D">
      <w:pPr>
        <w:widowControl w:val="0"/>
        <w:jc w:val="both"/>
        <w:rPr>
          <w:lang w:val="uk-UA"/>
        </w:rPr>
      </w:pPr>
    </w:p>
    <w:p w:rsidR="00CE7D6B" w:rsidRPr="0093226D" w:rsidRDefault="00CE7D6B" w:rsidP="0093226D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>Спеціальність 6</w:t>
      </w:r>
      <w:r w:rsidRPr="0093226D">
        <w:rPr>
          <w:u w:val="single"/>
          <w:lang w:val="uk-UA"/>
        </w:rPr>
        <w:t>.</w:t>
      </w:r>
      <w:r>
        <w:rPr>
          <w:u w:val="single"/>
          <w:lang w:val="uk-UA"/>
        </w:rPr>
        <w:t>030301 Журналістика</w:t>
      </w:r>
    </w:p>
    <w:p w:rsidR="00CE7D6B" w:rsidRDefault="00CE7D6B" w:rsidP="0093226D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 </w:t>
      </w:r>
      <w:r w:rsidRPr="0093226D">
        <w:rPr>
          <w:u w:val="single"/>
          <w:lang w:val="uk-UA"/>
        </w:rPr>
        <w:t>2</w:t>
      </w:r>
    </w:p>
    <w:p w:rsidR="00CE7D6B" w:rsidRDefault="00CE7D6B" w:rsidP="0093226D">
      <w:pPr>
        <w:widowControl w:val="0"/>
        <w:jc w:val="both"/>
        <w:rPr>
          <w:lang w:val="uk-UA"/>
        </w:rPr>
      </w:pPr>
    </w:p>
    <w:p w:rsidR="00CE7D6B" w:rsidRDefault="00CE7D6B" w:rsidP="0093226D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93226D">
        <w:tc>
          <w:tcPr>
            <w:tcW w:w="70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93226D"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93226D">
        <w:tc>
          <w:tcPr>
            <w:tcW w:w="705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93226D">
            <w:pPr>
              <w:pStyle w:val="NoSpacing"/>
            </w:pPr>
            <w:r>
              <w:t xml:space="preserve">Тонг Нгок Ань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85,6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0,5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right"/>
              <w:rPr>
                <w:color w:val="000000"/>
              </w:rPr>
            </w:pPr>
            <w:r w:rsidRPr="00074927">
              <w:rPr>
                <w:color w:val="000000"/>
              </w:rPr>
              <w:t>81,82</w:t>
            </w:r>
          </w:p>
        </w:tc>
      </w:tr>
      <w:tr w:rsidR="00CE7D6B" w:rsidTr="0093226D">
        <w:tc>
          <w:tcPr>
            <w:tcW w:w="705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93226D">
            <w:pPr>
              <w:pStyle w:val="NoSpacing"/>
            </w:pPr>
            <w:r>
              <w:rPr>
                <w:sz w:val="14"/>
                <w:szCs w:val="14"/>
              </w:rPr>
              <w:t xml:space="preserve"> </w:t>
            </w:r>
            <w:r>
              <w:t>Шевчук Тетяна Василівна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82,9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1,45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right"/>
              <w:rPr>
                <w:color w:val="000000"/>
              </w:rPr>
            </w:pPr>
            <w:r w:rsidRPr="00074927">
              <w:rPr>
                <w:color w:val="000000"/>
              </w:rPr>
              <w:t>80,205</w:t>
            </w:r>
          </w:p>
        </w:tc>
      </w:tr>
      <w:tr w:rsidR="00CE7D6B" w:rsidTr="0093226D">
        <w:tc>
          <w:tcPr>
            <w:tcW w:w="705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93226D">
            <w:pPr>
              <w:pStyle w:val="NoSpacing"/>
            </w:pPr>
            <w:r>
              <w:rPr>
                <w:sz w:val="14"/>
                <w:szCs w:val="14"/>
              </w:rPr>
              <w:t xml:space="preserve"> </w:t>
            </w:r>
            <w:r>
              <w:t xml:space="preserve">Зінченко Альона Віталіївна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79,4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right"/>
              <w:rPr>
                <w:color w:val="000000"/>
              </w:rPr>
            </w:pPr>
            <w:r w:rsidRPr="00074927">
              <w:rPr>
                <w:color w:val="000000"/>
              </w:rPr>
              <w:t>75,43</w:t>
            </w:r>
          </w:p>
        </w:tc>
      </w:tr>
      <w:tr w:rsidR="00CE7D6B" w:rsidTr="0093226D">
        <w:tc>
          <w:tcPr>
            <w:tcW w:w="705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93226D">
            <w:pPr>
              <w:pStyle w:val="NoSpacing"/>
            </w:pPr>
            <w:r>
              <w:rPr>
                <w:sz w:val="14"/>
                <w:szCs w:val="14"/>
              </w:rPr>
              <w:t xml:space="preserve"> </w:t>
            </w:r>
            <w:r>
              <w:t xml:space="preserve">Порицький Максим Ярославович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78,9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0,15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right"/>
              <w:rPr>
                <w:color w:val="000000"/>
              </w:rPr>
            </w:pPr>
            <w:r w:rsidRPr="00074927">
              <w:rPr>
                <w:color w:val="000000"/>
              </w:rPr>
              <w:t>75,105</w:t>
            </w:r>
          </w:p>
        </w:tc>
      </w:tr>
      <w:tr w:rsidR="00CE7D6B" w:rsidTr="0093226D">
        <w:tc>
          <w:tcPr>
            <w:tcW w:w="705" w:type="dxa"/>
          </w:tcPr>
          <w:p w:rsidR="00CE7D6B" w:rsidRPr="0093226D" w:rsidRDefault="00CE7D6B" w:rsidP="0093226D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93226D">
            <w:pPr>
              <w:pStyle w:val="NoSpacing"/>
            </w:pPr>
            <w:r>
              <w:rPr>
                <w:sz w:val="14"/>
                <w:szCs w:val="14"/>
              </w:rPr>
              <w:t xml:space="preserve"> </w:t>
            </w:r>
            <w:r>
              <w:t xml:space="preserve">Сємєчкіна Дарія Сергіївна </w:t>
            </w:r>
          </w:p>
        </w:tc>
        <w:tc>
          <w:tcPr>
            <w:tcW w:w="2127" w:type="dxa"/>
            <w:vAlign w:val="bottom"/>
          </w:tcPr>
          <w:p w:rsidR="00CE7D6B" w:rsidRPr="00074927" w:rsidRDefault="00CE7D6B" w:rsidP="0093226D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71,7</w:t>
            </w:r>
          </w:p>
        </w:tc>
        <w:tc>
          <w:tcPr>
            <w:tcW w:w="1317" w:type="dxa"/>
            <w:vAlign w:val="bottom"/>
          </w:tcPr>
          <w:p w:rsidR="00CE7D6B" w:rsidRPr="00074927" w:rsidRDefault="00CE7D6B">
            <w:pPr>
              <w:jc w:val="center"/>
              <w:rPr>
                <w:color w:val="000000"/>
              </w:rPr>
            </w:pPr>
            <w:r w:rsidRPr="00074927">
              <w:rPr>
                <w:color w:val="000000"/>
              </w:rPr>
              <w:t>0,15</w:t>
            </w:r>
          </w:p>
        </w:tc>
        <w:tc>
          <w:tcPr>
            <w:tcW w:w="1338" w:type="dxa"/>
            <w:vAlign w:val="bottom"/>
          </w:tcPr>
          <w:p w:rsidR="00CE7D6B" w:rsidRPr="00074927" w:rsidRDefault="00CE7D6B">
            <w:pPr>
              <w:jc w:val="right"/>
              <w:rPr>
                <w:color w:val="000000"/>
              </w:rPr>
            </w:pPr>
            <w:r w:rsidRPr="00074927">
              <w:rPr>
                <w:color w:val="000000"/>
              </w:rPr>
              <w:t>68,265</w:t>
            </w:r>
          </w:p>
        </w:tc>
      </w:tr>
    </w:tbl>
    <w:p w:rsidR="00CE7D6B" w:rsidRDefault="00CE7D6B" w:rsidP="0093226D">
      <w:pPr>
        <w:widowControl w:val="0"/>
        <w:jc w:val="both"/>
        <w:rPr>
          <w:lang w:val="uk-UA"/>
        </w:rPr>
      </w:pPr>
    </w:p>
    <w:p w:rsidR="00CE7D6B" w:rsidRDefault="00CE7D6B" w:rsidP="0093226D">
      <w:pPr>
        <w:widowControl w:val="0"/>
        <w:jc w:val="both"/>
        <w:rPr>
          <w:lang w:val="uk-UA"/>
        </w:rPr>
      </w:pPr>
    </w:p>
    <w:p w:rsidR="00CE7D6B" w:rsidRDefault="00CE7D6B" w:rsidP="00785502">
      <w:pPr>
        <w:rPr>
          <w:lang w:val="en-US"/>
        </w:rPr>
      </w:pPr>
    </w:p>
    <w:p w:rsidR="00CE7D6B" w:rsidRDefault="00CE7D6B" w:rsidP="00785502">
      <w:pPr>
        <w:rPr>
          <w:lang w:val="en-US"/>
        </w:rPr>
      </w:pPr>
    </w:p>
    <w:p w:rsidR="00CE7D6B" w:rsidRDefault="00CE7D6B" w:rsidP="00785502">
      <w:pPr>
        <w:rPr>
          <w:lang w:val="en-US"/>
        </w:rPr>
      </w:pPr>
    </w:p>
    <w:p w:rsidR="00CE7D6B" w:rsidRDefault="00CE7D6B" w:rsidP="00785502">
      <w:pPr>
        <w:rPr>
          <w:lang w:val="en-US"/>
        </w:rPr>
      </w:pPr>
    </w:p>
    <w:p w:rsidR="00CE7D6B" w:rsidRPr="003D50D4" w:rsidRDefault="00CE7D6B" w:rsidP="00785502">
      <w:pPr>
        <w:rPr>
          <w:lang w:val="en-US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785502">
      <w:pPr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6D4350">
        <w:rPr>
          <w:u w:val="single"/>
          <w:lang w:val="uk-UA"/>
        </w:rPr>
        <w:t>6.020303 Філологія (українська мова та література)</w:t>
      </w:r>
    </w:p>
    <w:p w:rsidR="00CE7D6B" w:rsidRDefault="00CE7D6B" w:rsidP="009A1945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 </w:t>
      </w:r>
      <w:r w:rsidRPr="006D4350">
        <w:rPr>
          <w:u w:val="single"/>
          <w:lang w:val="uk-UA"/>
        </w:rPr>
        <w:t>3</w:t>
      </w: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6D4350">
        <w:tc>
          <w:tcPr>
            <w:tcW w:w="70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6D4350"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>Нестеренко Тетяна Іванівна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85,45455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1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82,18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Сурхаєв Владислав Миколайович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84,72727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1,6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82,09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Нікітенко Еліна Костянтинівна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82,18182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2,2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80,27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Щербина Аліна Романівна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82,63636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78,50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Чепурна Олена Едуардівна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80,54545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77,32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Тищенко Анастасія Ігорівна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80,27273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77,06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Какама Катерина Олегівна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79,27273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1,4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76,71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Біла Ірина Олегівна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79,09091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1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76,14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Тищенко Ганна Миколаївна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80,09091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76,09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Полянчич Валерія Анатоліївна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79,54545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0,2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75,77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Ткачук Вікторія Павлівна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79,27273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75,31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Шовкопляс Вікторія Валеріївна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78,81818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0,2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75,08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Трофимчук Катерина Тарасівна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78,72727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74,79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Печериця Анна Олександрівна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78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0,5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74,60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>Ящик Наталія Сергіївна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77,72727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0,2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74,04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Чорна Ірина Валеріївна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77,63636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73,75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Мозгова Анастасія Іванівна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76,63636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72,80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Парфененко Вікторія Ігорівна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76,54545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72,72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Шабля Катерина Ігорівна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75,45455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71,78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Павликівська Юлія Сергіївна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74,45455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70,73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Карп Вероніка Вікторівна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73,18182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0,9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70,42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Романець Тетяна Георгіївна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73,09091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70,24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Косміна Яна Геннадіївна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73,36364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69,70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>Цимбаліста Дар`я Володимирівна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70,63636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67,90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Єгорова Сніжана Олександрівна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69,72727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1,625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67,87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Рєпакова Євгенія Олександрівна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65,63636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62,35</w:t>
            </w:r>
          </w:p>
        </w:tc>
      </w:tr>
      <w:tr w:rsidR="00CE7D6B" w:rsidTr="00074927">
        <w:tc>
          <w:tcPr>
            <w:tcW w:w="705" w:type="dxa"/>
          </w:tcPr>
          <w:p w:rsidR="00CE7D6B" w:rsidRPr="006D4350" w:rsidRDefault="00CE7D6B" w:rsidP="006D4350">
            <w:pPr>
              <w:pStyle w:val="ListParagraph"/>
              <w:widowControl w:val="0"/>
              <w:numPr>
                <w:ilvl w:val="0"/>
                <w:numId w:val="1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6D4350" w:rsidRDefault="00CE7D6B" w:rsidP="006D4350">
            <w:pPr>
              <w:pStyle w:val="NoSpacing"/>
            </w:pPr>
            <w:r w:rsidRPr="006D4350">
              <w:t xml:space="preserve">Коваль Ірина Сергіївна </w:t>
            </w:r>
          </w:p>
        </w:tc>
        <w:tc>
          <w:tcPr>
            <w:tcW w:w="212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65,36364</w:t>
            </w:r>
          </w:p>
        </w:tc>
        <w:tc>
          <w:tcPr>
            <w:tcW w:w="1317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6D4350" w:rsidRDefault="00CE7D6B" w:rsidP="006D4350">
            <w:pPr>
              <w:jc w:val="center"/>
              <w:rPr>
                <w:color w:val="000000"/>
              </w:rPr>
            </w:pPr>
            <w:r w:rsidRPr="006D4350">
              <w:rPr>
                <w:color w:val="000000"/>
              </w:rPr>
              <w:t>62,10</w:t>
            </w:r>
          </w:p>
        </w:tc>
      </w:tr>
    </w:tbl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rPr>
          <w:lang w:val="en-US"/>
        </w:rPr>
      </w:pPr>
    </w:p>
    <w:p w:rsidR="00CE7D6B" w:rsidRDefault="00CE7D6B" w:rsidP="009A1945">
      <w:pPr>
        <w:rPr>
          <w:lang w:val="en-US"/>
        </w:rPr>
      </w:pPr>
    </w:p>
    <w:p w:rsidR="00CE7D6B" w:rsidRDefault="00CE7D6B" w:rsidP="009A1945">
      <w:pPr>
        <w:rPr>
          <w:lang w:val="en-US"/>
        </w:rPr>
      </w:pPr>
    </w:p>
    <w:p w:rsidR="00CE7D6B" w:rsidRPr="003D50D4" w:rsidRDefault="00CE7D6B" w:rsidP="009A1945">
      <w:pPr>
        <w:rPr>
          <w:lang w:val="en-US"/>
        </w:rPr>
      </w:pPr>
    </w:p>
    <w:p w:rsidR="00CE7D6B" w:rsidRDefault="00CE7D6B" w:rsidP="009A1945">
      <w:pPr>
        <w:rPr>
          <w:lang w:val="uk-UA"/>
        </w:rPr>
      </w:pPr>
    </w:p>
    <w:p w:rsidR="00CE7D6B" w:rsidRDefault="00CE7D6B" w:rsidP="009A1945">
      <w:pPr>
        <w:rPr>
          <w:lang w:val="uk-UA"/>
        </w:rPr>
      </w:pPr>
      <w:bookmarkStart w:id="0" w:name="_GoBack"/>
      <w:bookmarkEnd w:id="0"/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  <w:r>
        <w:rPr>
          <w:lang w:val="uk-UA"/>
        </w:rPr>
        <w:t>Спеціальність 6.020303 Філологія (українська, англійська мова та література)</w:t>
      </w:r>
    </w:p>
    <w:p w:rsidR="00CE7D6B" w:rsidRPr="009A1945" w:rsidRDefault="00CE7D6B" w:rsidP="009A1945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Курс   </w:t>
      </w:r>
      <w:r w:rsidRPr="009A1945">
        <w:rPr>
          <w:u w:val="single"/>
          <w:lang w:val="uk-UA"/>
        </w:rPr>
        <w:t>3</w:t>
      </w: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tbl>
      <w:tblPr>
        <w:tblW w:w="10065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47"/>
        <w:gridCol w:w="3790"/>
        <w:gridCol w:w="1593"/>
        <w:gridCol w:w="1809"/>
        <w:gridCol w:w="2126"/>
      </w:tblGrid>
      <w:tr w:rsidR="00CE7D6B" w:rsidTr="006E7602">
        <w:tc>
          <w:tcPr>
            <w:tcW w:w="747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790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5528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6E7602">
        <w:tc>
          <w:tcPr>
            <w:tcW w:w="747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3790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1593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809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2126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>Журавльова Єлизавета Олександрівна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91,4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0,6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87,43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Мельникова Анастасія Сергіївна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84,8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1,425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81,99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Тиршу Юнія Артурівна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81,7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0,2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77,82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Новикова Єлизавета Віталіївна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80,8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0,2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76,96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Донський Владислав Віталійович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79,8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0,4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76,21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Іщенко Марія Анатоліївна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77,6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73,72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Говорун Дар`я Сергіївна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77,3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73,44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Швець Катерина Миколаївна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75,2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0,1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71,54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Шахнюк Людмила Миколаївна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74,3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0,8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71,39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Ткачук Іванна Геннадіївна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75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71,25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Діброва Анастасія Ігорівна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74,8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71,06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>Москаленко Єлизавета Сергіївна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74,6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70,87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Кіцун Марина Ігорівна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73,8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0,5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70,61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Луценко Аліна Олексіївна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73,3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0,1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69,74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Власенко Тетяна Євгеніївна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68,4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64,98</w:t>
            </w:r>
          </w:p>
        </w:tc>
      </w:tr>
      <w:tr w:rsidR="00CE7D6B" w:rsidTr="006E7602">
        <w:tc>
          <w:tcPr>
            <w:tcW w:w="747" w:type="dxa"/>
          </w:tcPr>
          <w:p w:rsidR="00CE7D6B" w:rsidRPr="009A1945" w:rsidRDefault="00CE7D6B" w:rsidP="009A1945">
            <w:pPr>
              <w:pStyle w:val="ListParagraph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90" w:type="dxa"/>
            <w:vAlign w:val="center"/>
          </w:tcPr>
          <w:p w:rsidR="00CE7D6B" w:rsidRDefault="00CE7D6B" w:rsidP="009A1945">
            <w:pPr>
              <w:pStyle w:val="NoSpacing"/>
            </w:pPr>
            <w:r>
              <w:t xml:space="preserve">Кістанов Микита Євгенович </w:t>
            </w:r>
          </w:p>
        </w:tc>
        <w:tc>
          <w:tcPr>
            <w:tcW w:w="1593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67,7</w:t>
            </w:r>
          </w:p>
        </w:tc>
        <w:tc>
          <w:tcPr>
            <w:tcW w:w="1809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64,32</w:t>
            </w:r>
          </w:p>
        </w:tc>
      </w:tr>
    </w:tbl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9A1945">
      <w:pPr>
        <w:widowControl w:val="0"/>
        <w:ind w:firstLine="567"/>
        <w:jc w:val="both"/>
        <w:rPr>
          <w:lang w:val="en-US"/>
        </w:rPr>
      </w:pPr>
    </w:p>
    <w:p w:rsidR="00CE7D6B" w:rsidRDefault="00CE7D6B" w:rsidP="009A1945">
      <w:pPr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9A1945">
        <w:rPr>
          <w:u w:val="single"/>
          <w:lang w:val="uk-UA"/>
        </w:rPr>
        <w:t>6.030301 Журналістика</w:t>
      </w:r>
    </w:p>
    <w:p w:rsidR="00CE7D6B" w:rsidRDefault="00CE7D6B" w:rsidP="009A1945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</w:t>
      </w:r>
      <w:r w:rsidRPr="009A1945">
        <w:rPr>
          <w:u w:val="single"/>
          <w:lang w:val="uk-UA"/>
        </w:rPr>
        <w:t>3</w:t>
      </w: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4D3BEA">
        <w:tc>
          <w:tcPr>
            <w:tcW w:w="70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4D3BEA"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4D3BEA">
        <w:tc>
          <w:tcPr>
            <w:tcW w:w="705" w:type="dxa"/>
          </w:tcPr>
          <w:p w:rsidR="00CE7D6B" w:rsidRPr="006E7602" w:rsidRDefault="00CE7D6B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 w:rsidRPr="006E7602">
              <w:rPr>
                <w:lang w:val="uk-UA"/>
              </w:rPr>
              <w:t>1</w:t>
            </w:r>
          </w:p>
        </w:tc>
        <w:tc>
          <w:tcPr>
            <w:tcW w:w="3878" w:type="dxa"/>
            <w:vAlign w:val="bottom"/>
          </w:tcPr>
          <w:p w:rsidR="00CE7D6B" w:rsidRPr="006E7602" w:rsidRDefault="00CE7D6B" w:rsidP="004D3BEA">
            <w:pPr>
              <w:pStyle w:val="NoSpacing"/>
            </w:pPr>
            <w:r w:rsidRPr="006E7602">
              <w:t xml:space="preserve">Лященко Владлєна Владиславівна </w:t>
            </w:r>
          </w:p>
        </w:tc>
        <w:tc>
          <w:tcPr>
            <w:tcW w:w="212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83,90909</w:t>
            </w:r>
          </w:p>
        </w:tc>
        <w:tc>
          <w:tcPr>
            <w:tcW w:w="131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4,15</w:t>
            </w:r>
          </w:p>
        </w:tc>
        <w:tc>
          <w:tcPr>
            <w:tcW w:w="1338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83,86</w:t>
            </w:r>
          </w:p>
        </w:tc>
      </w:tr>
      <w:tr w:rsidR="00CE7D6B" w:rsidTr="004D3BEA">
        <w:tc>
          <w:tcPr>
            <w:tcW w:w="705" w:type="dxa"/>
          </w:tcPr>
          <w:p w:rsidR="00CE7D6B" w:rsidRPr="006E7602" w:rsidRDefault="00CE7D6B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 w:rsidRPr="006E7602">
              <w:rPr>
                <w:lang w:val="uk-UA"/>
              </w:rPr>
              <w:t>2</w:t>
            </w:r>
          </w:p>
        </w:tc>
        <w:tc>
          <w:tcPr>
            <w:tcW w:w="3878" w:type="dxa"/>
            <w:vAlign w:val="bottom"/>
          </w:tcPr>
          <w:p w:rsidR="00CE7D6B" w:rsidRPr="006E7602" w:rsidRDefault="00CE7D6B" w:rsidP="004D3BEA">
            <w:pPr>
              <w:pStyle w:val="NoSpacing"/>
            </w:pPr>
            <w:r w:rsidRPr="006E7602">
              <w:t xml:space="preserve">Платонова Анастасія Валеріївна </w:t>
            </w:r>
          </w:p>
        </w:tc>
        <w:tc>
          <w:tcPr>
            <w:tcW w:w="212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84,81818</w:t>
            </w:r>
          </w:p>
        </w:tc>
        <w:tc>
          <w:tcPr>
            <w:tcW w:w="131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2,15</w:t>
            </w:r>
          </w:p>
        </w:tc>
        <w:tc>
          <w:tcPr>
            <w:tcW w:w="1338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82,73</w:t>
            </w:r>
          </w:p>
        </w:tc>
      </w:tr>
      <w:tr w:rsidR="00CE7D6B" w:rsidTr="004D3BEA">
        <w:tc>
          <w:tcPr>
            <w:tcW w:w="705" w:type="dxa"/>
          </w:tcPr>
          <w:p w:rsidR="00CE7D6B" w:rsidRPr="006E7602" w:rsidRDefault="00CE7D6B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 w:rsidRPr="006E7602">
              <w:rPr>
                <w:lang w:val="uk-UA"/>
              </w:rPr>
              <w:t>3</w:t>
            </w:r>
          </w:p>
        </w:tc>
        <w:tc>
          <w:tcPr>
            <w:tcW w:w="3878" w:type="dxa"/>
            <w:vAlign w:val="bottom"/>
          </w:tcPr>
          <w:p w:rsidR="00CE7D6B" w:rsidRPr="006E7602" w:rsidRDefault="00CE7D6B" w:rsidP="004D3BEA">
            <w:pPr>
              <w:pStyle w:val="NoSpacing"/>
            </w:pPr>
            <w:r w:rsidRPr="006E7602">
              <w:t xml:space="preserve">Василенко Юлія Вадимівна </w:t>
            </w:r>
          </w:p>
        </w:tc>
        <w:tc>
          <w:tcPr>
            <w:tcW w:w="212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79,72727</w:t>
            </w:r>
          </w:p>
        </w:tc>
        <w:tc>
          <w:tcPr>
            <w:tcW w:w="131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1</w:t>
            </w:r>
          </w:p>
        </w:tc>
        <w:tc>
          <w:tcPr>
            <w:tcW w:w="1338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76,74</w:t>
            </w:r>
          </w:p>
        </w:tc>
      </w:tr>
      <w:tr w:rsidR="00CE7D6B" w:rsidTr="004D3BEA">
        <w:tc>
          <w:tcPr>
            <w:tcW w:w="705" w:type="dxa"/>
          </w:tcPr>
          <w:p w:rsidR="00CE7D6B" w:rsidRPr="006E7602" w:rsidRDefault="00CE7D6B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 w:rsidRPr="006E7602">
              <w:rPr>
                <w:lang w:val="uk-UA"/>
              </w:rPr>
              <w:t>4</w:t>
            </w:r>
          </w:p>
        </w:tc>
        <w:tc>
          <w:tcPr>
            <w:tcW w:w="3878" w:type="dxa"/>
            <w:vAlign w:val="bottom"/>
          </w:tcPr>
          <w:p w:rsidR="00CE7D6B" w:rsidRPr="006E7602" w:rsidRDefault="00CE7D6B" w:rsidP="004D3BEA">
            <w:pPr>
              <w:pStyle w:val="NoSpacing"/>
            </w:pPr>
            <w:r w:rsidRPr="006E7602">
              <w:t>Юдіна Тетяна Вікторівна</w:t>
            </w:r>
          </w:p>
        </w:tc>
        <w:tc>
          <w:tcPr>
            <w:tcW w:w="212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76,45455</w:t>
            </w:r>
          </w:p>
        </w:tc>
        <w:tc>
          <w:tcPr>
            <w:tcW w:w="131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3,225</w:t>
            </w:r>
          </w:p>
        </w:tc>
        <w:tc>
          <w:tcPr>
            <w:tcW w:w="1338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75,86</w:t>
            </w:r>
          </w:p>
        </w:tc>
      </w:tr>
      <w:tr w:rsidR="00CE7D6B" w:rsidTr="004D3BEA">
        <w:tc>
          <w:tcPr>
            <w:tcW w:w="705" w:type="dxa"/>
          </w:tcPr>
          <w:p w:rsidR="00CE7D6B" w:rsidRPr="006E7602" w:rsidRDefault="00CE7D6B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 w:rsidRPr="006E7602">
              <w:rPr>
                <w:lang w:val="uk-UA"/>
              </w:rPr>
              <w:t>5</w:t>
            </w:r>
          </w:p>
        </w:tc>
        <w:tc>
          <w:tcPr>
            <w:tcW w:w="3878" w:type="dxa"/>
            <w:vAlign w:val="bottom"/>
          </w:tcPr>
          <w:p w:rsidR="00CE7D6B" w:rsidRPr="006E7602" w:rsidRDefault="00CE7D6B" w:rsidP="004D3BEA">
            <w:pPr>
              <w:pStyle w:val="NoSpacing"/>
            </w:pPr>
            <w:r w:rsidRPr="006E7602">
              <w:t xml:space="preserve"> Кісельніков Тимофій Григорович </w:t>
            </w:r>
          </w:p>
        </w:tc>
        <w:tc>
          <w:tcPr>
            <w:tcW w:w="212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78,45455</w:t>
            </w:r>
          </w:p>
        </w:tc>
        <w:tc>
          <w:tcPr>
            <w:tcW w:w="1317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0,15</w:t>
            </w:r>
          </w:p>
        </w:tc>
        <w:tc>
          <w:tcPr>
            <w:tcW w:w="1338" w:type="dxa"/>
            <w:vAlign w:val="bottom"/>
          </w:tcPr>
          <w:p w:rsidR="00CE7D6B" w:rsidRPr="006E7602" w:rsidRDefault="00CE7D6B" w:rsidP="006E7602">
            <w:pPr>
              <w:jc w:val="center"/>
              <w:rPr>
                <w:color w:val="000000"/>
              </w:rPr>
            </w:pPr>
            <w:r w:rsidRPr="006E7602">
              <w:rPr>
                <w:color w:val="000000"/>
              </w:rPr>
              <w:t>74,68</w:t>
            </w:r>
          </w:p>
        </w:tc>
      </w:tr>
    </w:tbl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9A1945">
      <w:pPr>
        <w:widowControl w:val="0"/>
        <w:ind w:firstLine="567"/>
        <w:jc w:val="both"/>
        <w:rPr>
          <w:lang w:val="en-US"/>
        </w:rPr>
      </w:pPr>
    </w:p>
    <w:p w:rsidR="00CE7D6B" w:rsidRDefault="00CE7D6B" w:rsidP="009A1945">
      <w:pPr>
        <w:rPr>
          <w:lang w:val="uk-UA"/>
        </w:rPr>
      </w:pPr>
    </w:p>
    <w:p w:rsidR="00CE7D6B" w:rsidRDefault="00CE7D6B" w:rsidP="009A1945">
      <w:pPr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9A1945">
      <w:pPr>
        <w:widowControl w:val="0"/>
        <w:ind w:firstLine="567"/>
        <w:jc w:val="center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760759">
        <w:rPr>
          <w:u w:val="single"/>
          <w:lang w:val="uk-UA"/>
        </w:rPr>
        <w:t>6.020303 Філологія (українська мова та література)</w:t>
      </w:r>
    </w:p>
    <w:p w:rsidR="00CE7D6B" w:rsidRDefault="00CE7D6B" w:rsidP="009A1945">
      <w:pPr>
        <w:widowControl w:val="0"/>
        <w:jc w:val="both"/>
        <w:rPr>
          <w:lang w:val="uk-UA"/>
        </w:rPr>
      </w:pPr>
      <w:r>
        <w:rPr>
          <w:lang w:val="uk-UA"/>
        </w:rPr>
        <w:t>Курс   4</w:t>
      </w: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C942DC">
        <w:tc>
          <w:tcPr>
            <w:tcW w:w="70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C942DC"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 w:rsidP="00C942DC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Мандич Тамара Михайлівнадич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94,000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90,1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Стаднік Ірина Олегівна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89,556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1,5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86,57778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Штепенко Тетяна Дмитрівна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89,000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85,35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Гнідаш Дарина Вадимівна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87,000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1,8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84,45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Новікова Валерія Вячеславівна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85,667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2,3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83,68333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Сирота Анна Володимирівна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86,778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0,5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82,93889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Климентенко Анастасія Олександрівна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85,000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1,8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82,55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Чумак Тетяна Вікторівна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85,778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0,7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82,18889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Ляшкевич Настя Сергіївна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86,444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82,12222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Мілютіна Вероніка Альбертівна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83,667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2,3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81,78333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Дашнікова Ольга Миколаївна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85,333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0,5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81,56667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Пшенична Катерина Вадимівна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84,222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1,425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81,43611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Токарева Ірина Павлівна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83,333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0,5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79,66667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Ляшкова Олександра Миколаївна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81,889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1,4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79,19444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Довга Ганна Олексіївна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82,778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78,63889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Заєць Ольга Валеріївна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82,111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78,00556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Волощук Катерина Володимирівна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80,889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77,84444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Кобернюк Анастасія Володимирівна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81,667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77,58333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Гавриленко Дар'я Анатоліївна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81,556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77,47778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Колоусова Анна Миколаївна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79,222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1,3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76,56111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Мох Аліна Євгеніївна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79,333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1,1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76,46667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Онуфрієнко Вікторія Вікторівна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80,333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76,31667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Димирець Марія Юріївна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79,222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76,06111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Семенова Олена Сергіївна 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78,000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74,1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Восколович Владислава Сергіївна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76,444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72,62222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Ноздрачова Анастасія Олегівна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72,222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68,61111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Мазур Надія Ігорівна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71,111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68,35556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Кудінова Юлія Ігорівна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71,778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68,18889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 Котенко Віталія Валеріївна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71,111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67,55556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Стахурська Ілона Володимирівна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70,556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67,02778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Ніколенко Маргарита Олегівна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69,667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66,18333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 xml:space="preserve">Бельдюгіна Віталіна Олександрівна 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68,444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65,82222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Артеменко Оксана Віталіївна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67,111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63,75556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Дорожко Олена Дмитрівна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66,556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63,22778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Гашпарич Анастасія  Василівна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66,222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62,91111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Pr="00EC0C99" w:rsidRDefault="00CE7D6B" w:rsidP="00074927">
            <w:r w:rsidRPr="00EC0C99">
              <w:t>Яковенко Ірина Анатоліївна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66,222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62,91111</w:t>
            </w:r>
          </w:p>
        </w:tc>
      </w:tr>
      <w:tr w:rsidR="00CE7D6B" w:rsidRPr="00C942DC" w:rsidTr="00074927">
        <w:tc>
          <w:tcPr>
            <w:tcW w:w="705" w:type="dxa"/>
          </w:tcPr>
          <w:p w:rsidR="00CE7D6B" w:rsidRPr="00C942DC" w:rsidRDefault="00CE7D6B" w:rsidP="00C942DC">
            <w:pPr>
              <w:pStyle w:val="ListParagraph"/>
              <w:widowControl w:val="0"/>
              <w:numPr>
                <w:ilvl w:val="0"/>
                <w:numId w:val="18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</w:tcPr>
          <w:p w:rsidR="00CE7D6B" w:rsidRDefault="00CE7D6B" w:rsidP="00074927">
            <w:r w:rsidRPr="00EC0C99">
              <w:t>Беркута Ніна Олегівна</w:t>
            </w:r>
          </w:p>
        </w:tc>
        <w:tc>
          <w:tcPr>
            <w:tcW w:w="212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65,556</w:t>
            </w:r>
          </w:p>
        </w:tc>
        <w:tc>
          <w:tcPr>
            <w:tcW w:w="1317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C942DC" w:rsidRDefault="00CE7D6B" w:rsidP="00C942DC">
            <w:pPr>
              <w:jc w:val="center"/>
              <w:rPr>
                <w:color w:val="000000"/>
              </w:rPr>
            </w:pPr>
            <w:r w:rsidRPr="00C942DC">
              <w:rPr>
                <w:color w:val="000000"/>
              </w:rPr>
              <w:t>62,27778</w:t>
            </w:r>
          </w:p>
        </w:tc>
      </w:tr>
    </w:tbl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jc w:val="both"/>
        <w:rPr>
          <w:lang w:val="uk-UA"/>
        </w:rPr>
      </w:pPr>
    </w:p>
    <w:p w:rsidR="00CE7D6B" w:rsidRDefault="00CE7D6B" w:rsidP="009A1945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9A1945">
      <w:pPr>
        <w:widowControl w:val="0"/>
        <w:ind w:firstLine="567"/>
        <w:jc w:val="both"/>
        <w:rPr>
          <w:lang w:val="en-US"/>
        </w:rPr>
      </w:pPr>
    </w:p>
    <w:p w:rsidR="00CE7D6B" w:rsidRDefault="00CE7D6B" w:rsidP="009A1945">
      <w:pPr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760759">
      <w:pPr>
        <w:widowControl w:val="0"/>
        <w:ind w:firstLine="567"/>
        <w:jc w:val="center"/>
        <w:rPr>
          <w:lang w:val="uk-UA"/>
        </w:rPr>
      </w:pPr>
    </w:p>
    <w:p w:rsidR="00CE7D6B" w:rsidRDefault="00CE7D6B" w:rsidP="00760759">
      <w:pPr>
        <w:widowControl w:val="0"/>
        <w:jc w:val="both"/>
        <w:rPr>
          <w:lang w:val="uk-UA"/>
        </w:rPr>
      </w:pPr>
    </w:p>
    <w:p w:rsidR="00CE7D6B" w:rsidRDefault="00CE7D6B" w:rsidP="00760759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760759">
        <w:rPr>
          <w:u w:val="single"/>
          <w:lang w:val="uk-UA"/>
        </w:rPr>
        <w:t>6.020303 Філологія (українська, англійська мова та література)</w:t>
      </w:r>
    </w:p>
    <w:p w:rsidR="00CE7D6B" w:rsidRDefault="00CE7D6B" w:rsidP="00760759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 </w:t>
      </w:r>
      <w:r w:rsidRPr="00760759">
        <w:rPr>
          <w:u w:val="single"/>
          <w:lang w:val="uk-UA"/>
        </w:rPr>
        <w:t>4</w:t>
      </w:r>
    </w:p>
    <w:p w:rsidR="00CE7D6B" w:rsidRDefault="00CE7D6B" w:rsidP="00760759">
      <w:pPr>
        <w:widowControl w:val="0"/>
        <w:jc w:val="both"/>
        <w:rPr>
          <w:lang w:val="uk-UA"/>
        </w:rPr>
      </w:pPr>
    </w:p>
    <w:p w:rsidR="00CE7D6B" w:rsidRDefault="00CE7D6B" w:rsidP="00760759">
      <w:pPr>
        <w:widowControl w:val="0"/>
        <w:jc w:val="both"/>
        <w:rPr>
          <w:lang w:val="uk-UA"/>
        </w:rPr>
      </w:pPr>
    </w:p>
    <w:tbl>
      <w:tblPr>
        <w:tblW w:w="0" w:type="auto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907"/>
        <w:gridCol w:w="3488"/>
        <w:gridCol w:w="1596"/>
        <w:gridCol w:w="1806"/>
        <w:gridCol w:w="1843"/>
      </w:tblGrid>
      <w:tr w:rsidR="00CE7D6B" w:rsidTr="00302A6D">
        <w:tc>
          <w:tcPr>
            <w:tcW w:w="907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48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5245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302A6D">
        <w:tc>
          <w:tcPr>
            <w:tcW w:w="907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3488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1596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806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843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Тарадименко Дар'я Леонідівна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88,9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0,2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84,655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Письменна Маргарита Юріївна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87,5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0,2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83,325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Шульц Діана Вадимівна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85,5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0,2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81,425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Мазанова Марія Вікторівна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83,2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0,9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79,94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>Ковальчук Вікторія Віталіївна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83,2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79,04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>Фісун Інна Сергіївна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82,7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0,2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78,765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Орлова Любов Сергіївна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82,3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0,1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78,285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Логвиненко Ольга Ігорівна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80,6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1,43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78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Субчинська Наталія Михайлівна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81,1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0,2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77,245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Реміз Юлія Сергіївна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80,9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76,855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Стецько Мар'яна Андріївна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79,7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75,715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Пестушко Аліна Володимирівна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79,6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75,62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Тараненко Альона Вікторівна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79,4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75,43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Чайка Вікторія Олегівна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78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74,1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>Яцкова Тетяна Вікторівна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77,7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0,2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74,015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Печерська Катерина Русланівна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77,2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73,34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>Клоц Ольга Вікторівна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75,6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0,5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72,32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Косенко Ганна Анатоліївна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75,6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0,1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71,92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>Маринець Вікторія Ігорівна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75,5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71,725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>Відьохіна Діана Борисівна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73,4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0,8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70,53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Біляченко Юлія Олегівна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71,9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1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69,305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Грєбенчі Катерина Миколаївна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70,5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66,975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Гриценко Ганна Валеріївна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69,3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65,835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Коваленко Анастасія Леонідівна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66,9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63,555</w:t>
            </w:r>
          </w:p>
        </w:tc>
      </w:tr>
      <w:tr w:rsidR="00CE7D6B" w:rsidTr="00302A6D">
        <w:tc>
          <w:tcPr>
            <w:tcW w:w="907" w:type="dxa"/>
          </w:tcPr>
          <w:p w:rsidR="00CE7D6B" w:rsidRPr="00760759" w:rsidRDefault="00CE7D6B" w:rsidP="00760759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88" w:type="dxa"/>
            <w:vAlign w:val="center"/>
          </w:tcPr>
          <w:p w:rsidR="00CE7D6B" w:rsidRDefault="00CE7D6B" w:rsidP="00760759">
            <w:pPr>
              <w:pStyle w:val="NoSpacing"/>
            </w:pPr>
            <w:r>
              <w:t xml:space="preserve">Чихун Люся Вікторівна </w:t>
            </w:r>
          </w:p>
        </w:tc>
        <w:tc>
          <w:tcPr>
            <w:tcW w:w="1596" w:type="dxa"/>
            <w:vAlign w:val="bottom"/>
          </w:tcPr>
          <w:p w:rsidR="00CE7D6B" w:rsidRPr="00302A6D" w:rsidRDefault="00CE7D6B" w:rsidP="00760759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64,2</w:t>
            </w:r>
          </w:p>
        </w:tc>
        <w:tc>
          <w:tcPr>
            <w:tcW w:w="1806" w:type="dxa"/>
            <w:vAlign w:val="bottom"/>
          </w:tcPr>
          <w:p w:rsidR="00CE7D6B" w:rsidRPr="00302A6D" w:rsidRDefault="00CE7D6B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302A6D" w:rsidRDefault="00CE7D6B" w:rsidP="00302A6D">
            <w:pPr>
              <w:jc w:val="center"/>
              <w:rPr>
                <w:color w:val="000000"/>
              </w:rPr>
            </w:pPr>
            <w:r w:rsidRPr="00302A6D">
              <w:rPr>
                <w:color w:val="000000"/>
              </w:rPr>
              <w:t>60,99</w:t>
            </w:r>
          </w:p>
        </w:tc>
      </w:tr>
    </w:tbl>
    <w:p w:rsidR="00CE7D6B" w:rsidRDefault="00CE7D6B" w:rsidP="00760759">
      <w:pPr>
        <w:widowControl w:val="0"/>
        <w:jc w:val="both"/>
        <w:rPr>
          <w:lang w:val="uk-UA"/>
        </w:rPr>
      </w:pPr>
    </w:p>
    <w:p w:rsidR="00CE7D6B" w:rsidRDefault="00CE7D6B" w:rsidP="00760759">
      <w:pPr>
        <w:widowControl w:val="0"/>
        <w:ind w:firstLine="567"/>
        <w:jc w:val="both"/>
        <w:rPr>
          <w:lang w:val="uk-UA"/>
        </w:rPr>
      </w:pPr>
    </w:p>
    <w:p w:rsidR="00CE7D6B" w:rsidRDefault="00CE7D6B" w:rsidP="00760759">
      <w:pPr>
        <w:widowControl w:val="0"/>
        <w:ind w:firstLine="567"/>
        <w:jc w:val="both"/>
        <w:rPr>
          <w:lang w:val="uk-UA"/>
        </w:rPr>
      </w:pPr>
    </w:p>
    <w:p w:rsidR="00CE7D6B" w:rsidRDefault="00CE7D6B" w:rsidP="004D3BEA">
      <w:pPr>
        <w:widowControl w:val="0"/>
        <w:ind w:firstLine="567"/>
        <w:jc w:val="center"/>
        <w:rPr>
          <w:lang w:val="en-US"/>
        </w:rPr>
      </w:pPr>
    </w:p>
    <w:p w:rsidR="00CE7D6B" w:rsidRDefault="00CE7D6B" w:rsidP="004D3BEA">
      <w:pPr>
        <w:widowControl w:val="0"/>
        <w:ind w:firstLine="567"/>
        <w:jc w:val="center"/>
        <w:rPr>
          <w:lang w:val="en-US"/>
        </w:rPr>
      </w:pPr>
    </w:p>
    <w:p w:rsidR="00CE7D6B" w:rsidRPr="003D50D4" w:rsidRDefault="00CE7D6B" w:rsidP="004D3BEA">
      <w:pPr>
        <w:widowControl w:val="0"/>
        <w:ind w:firstLine="567"/>
        <w:jc w:val="center"/>
        <w:rPr>
          <w:lang w:val="en-US"/>
        </w:rPr>
      </w:pP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4D3BEA">
        <w:rPr>
          <w:u w:val="single"/>
          <w:lang w:val="uk-UA"/>
        </w:rPr>
        <w:t>6.030301 Журналістика</w:t>
      </w:r>
    </w:p>
    <w:p w:rsidR="00CE7D6B" w:rsidRDefault="00CE7D6B" w:rsidP="004D3BEA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</w:t>
      </w:r>
      <w:r w:rsidRPr="004D3BEA">
        <w:rPr>
          <w:u w:val="single"/>
          <w:lang w:val="uk-UA"/>
        </w:rPr>
        <w:t>4</w:t>
      </w:r>
    </w:p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</w:p>
    <w:tbl>
      <w:tblPr>
        <w:tblW w:w="0" w:type="auto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915"/>
        <w:gridCol w:w="3764"/>
        <w:gridCol w:w="1559"/>
        <w:gridCol w:w="1559"/>
        <w:gridCol w:w="1843"/>
      </w:tblGrid>
      <w:tr w:rsidR="00CE7D6B" w:rsidTr="00E5389D">
        <w:tc>
          <w:tcPr>
            <w:tcW w:w="91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764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961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E5389D">
        <w:tc>
          <w:tcPr>
            <w:tcW w:w="915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3764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559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843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E5389D">
        <w:tc>
          <w:tcPr>
            <w:tcW w:w="91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64" w:type="dxa"/>
            <w:vAlign w:val="center"/>
          </w:tcPr>
          <w:p w:rsidR="00CE7D6B" w:rsidRDefault="00CE7D6B" w:rsidP="004D3BEA">
            <w:pPr>
              <w:pStyle w:val="NoSpacing"/>
            </w:pPr>
            <w:r>
              <w:t>Шейко Юлія Геннадіївна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90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2,3</w:t>
            </w:r>
          </w:p>
        </w:tc>
        <w:tc>
          <w:tcPr>
            <w:tcW w:w="1843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87,8</w:t>
            </w:r>
          </w:p>
        </w:tc>
      </w:tr>
      <w:tr w:rsidR="00CE7D6B" w:rsidTr="00E5389D">
        <w:tc>
          <w:tcPr>
            <w:tcW w:w="91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64" w:type="dxa"/>
            <w:vAlign w:val="center"/>
          </w:tcPr>
          <w:p w:rsidR="00CE7D6B" w:rsidRDefault="00CE7D6B" w:rsidP="004D3BEA">
            <w:pPr>
              <w:pStyle w:val="NoSpacing"/>
            </w:pPr>
            <w:r>
              <w:t xml:space="preserve">Калінушка Тетяна Андріївна 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90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2</w:t>
            </w:r>
          </w:p>
        </w:tc>
        <w:tc>
          <w:tcPr>
            <w:tcW w:w="1843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87,5</w:t>
            </w:r>
          </w:p>
        </w:tc>
      </w:tr>
      <w:tr w:rsidR="00CE7D6B" w:rsidTr="00E5389D">
        <w:tc>
          <w:tcPr>
            <w:tcW w:w="91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64" w:type="dxa"/>
            <w:vAlign w:val="center"/>
          </w:tcPr>
          <w:p w:rsidR="00CE7D6B" w:rsidRDefault="00CE7D6B" w:rsidP="004D3BEA">
            <w:pPr>
              <w:pStyle w:val="NoSpacing"/>
            </w:pPr>
            <w:r>
              <w:t xml:space="preserve">Кирпа Анастасія Олегівна 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90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85,5</w:t>
            </w:r>
          </w:p>
        </w:tc>
      </w:tr>
      <w:tr w:rsidR="00CE7D6B" w:rsidTr="00E5389D">
        <w:tc>
          <w:tcPr>
            <w:tcW w:w="91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64" w:type="dxa"/>
            <w:vAlign w:val="center"/>
          </w:tcPr>
          <w:p w:rsidR="00CE7D6B" w:rsidRDefault="00CE7D6B" w:rsidP="004D3BEA">
            <w:pPr>
              <w:pStyle w:val="NoSpacing"/>
            </w:pPr>
            <w:r>
              <w:t xml:space="preserve">Раєвський Олександр Вікторович 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77,7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73,815</w:t>
            </w:r>
          </w:p>
        </w:tc>
      </w:tr>
      <w:tr w:rsidR="00CE7D6B" w:rsidTr="00E5389D">
        <w:tc>
          <w:tcPr>
            <w:tcW w:w="91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764" w:type="dxa"/>
            <w:vAlign w:val="center"/>
          </w:tcPr>
          <w:p w:rsidR="00CE7D6B" w:rsidRDefault="00CE7D6B" w:rsidP="004D3BEA">
            <w:pPr>
              <w:pStyle w:val="NoSpacing"/>
            </w:pPr>
            <w:r>
              <w:t>Кошова Ганна Юріївна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70,6</w:t>
            </w:r>
          </w:p>
        </w:tc>
        <w:tc>
          <w:tcPr>
            <w:tcW w:w="1559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67,07</w:t>
            </w:r>
          </w:p>
        </w:tc>
      </w:tr>
    </w:tbl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ind w:firstLine="567"/>
        <w:jc w:val="both"/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760759">
      <w:pPr>
        <w:widowControl w:val="0"/>
        <w:ind w:firstLine="567"/>
        <w:jc w:val="both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en-US"/>
        </w:rPr>
      </w:pPr>
    </w:p>
    <w:p w:rsidR="00CE7D6B" w:rsidRDefault="00CE7D6B" w:rsidP="004D3BEA">
      <w:pPr>
        <w:jc w:val="center"/>
        <w:rPr>
          <w:lang w:val="en-US"/>
        </w:rPr>
      </w:pPr>
    </w:p>
    <w:p w:rsidR="00CE7D6B" w:rsidRPr="003D50D4" w:rsidRDefault="00CE7D6B" w:rsidP="004D3BEA">
      <w:pPr>
        <w:jc w:val="center"/>
        <w:rPr>
          <w:lang w:val="en-US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jc w:val="center"/>
        <w:rPr>
          <w:lang w:val="uk-UA"/>
        </w:rPr>
      </w:pP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4D3BEA">
      <w:pPr>
        <w:widowControl w:val="0"/>
        <w:ind w:firstLine="567"/>
        <w:jc w:val="center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  <w:r>
        <w:rPr>
          <w:lang w:val="uk-UA"/>
        </w:rPr>
        <w:t xml:space="preserve">Спеціальність </w:t>
      </w:r>
      <w:r w:rsidRPr="00E23DCC">
        <w:rPr>
          <w:u w:val="single"/>
          <w:lang w:val="uk-UA"/>
        </w:rPr>
        <w:t>035.01 Філологія (українська мова та література)</w:t>
      </w:r>
    </w:p>
    <w:p w:rsidR="00CE7D6B" w:rsidRDefault="00CE7D6B" w:rsidP="004D3BEA">
      <w:pPr>
        <w:widowControl w:val="0"/>
        <w:jc w:val="both"/>
        <w:rPr>
          <w:lang w:val="uk-UA"/>
        </w:rPr>
      </w:pPr>
      <w:r>
        <w:rPr>
          <w:lang w:val="uk-UA"/>
        </w:rPr>
        <w:t xml:space="preserve">Курс   </w:t>
      </w:r>
      <w:r w:rsidRPr="00E23DCC">
        <w:rPr>
          <w:u w:val="single"/>
          <w:lang w:val="uk-UA"/>
        </w:rPr>
        <w:t>1 (магістри)</w:t>
      </w:r>
    </w:p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4D3BEA">
        <w:tc>
          <w:tcPr>
            <w:tcW w:w="70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4D3BEA"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Малинович Рената Вячеславівна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92,125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1,3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88,81875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Гладко Катерина Сергіївна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86,375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83,05625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Соловейко Світлана Юріївна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83,875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1,3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80,98125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Туренко Олена Валеріївна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81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76,95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Буланова Тетяна Володимирівна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79,375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1,3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76,70625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Дубовик Ілона Анатоліївна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79,25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0,2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75,4875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 xml:space="preserve">Агаришева Альона Андріївна 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77,75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73,8625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Романчишина Лідія Анатоліївн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73,375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1,45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71,15625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Козакова Тетяна Миколаївна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74,5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70,775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Семеняк Аліна Валентинівна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74,5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70,775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Хотульова Марія Юріївна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74,125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70,41875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Прошурова Алла Ігорівна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73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69,35</w:t>
            </w:r>
          </w:p>
        </w:tc>
      </w:tr>
      <w:tr w:rsidR="00CE7D6B" w:rsidTr="004D3BEA">
        <w:tc>
          <w:tcPr>
            <w:tcW w:w="705" w:type="dxa"/>
          </w:tcPr>
          <w:p w:rsidR="00CE7D6B" w:rsidRPr="004D3BEA" w:rsidRDefault="00CE7D6B" w:rsidP="004D3BE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4D3BEA">
            <w:pPr>
              <w:pStyle w:val="NoSpacing"/>
            </w:pPr>
            <w:r>
              <w:t>Сенишина Тетяна Ігорівна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73</w:t>
            </w:r>
          </w:p>
        </w:tc>
        <w:tc>
          <w:tcPr>
            <w:tcW w:w="1317" w:type="dxa"/>
            <w:vAlign w:val="bottom"/>
          </w:tcPr>
          <w:p w:rsidR="00CE7D6B" w:rsidRPr="00E23DCC" w:rsidRDefault="00CE7D6B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4D3BEA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69,35</w:t>
            </w:r>
          </w:p>
        </w:tc>
      </w:tr>
    </w:tbl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jc w:val="both"/>
        <w:rPr>
          <w:lang w:val="uk-UA"/>
        </w:rPr>
      </w:pPr>
    </w:p>
    <w:p w:rsidR="00CE7D6B" w:rsidRDefault="00CE7D6B" w:rsidP="004D3BEA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4D3BEA">
      <w:pPr>
        <w:widowControl w:val="0"/>
        <w:ind w:firstLine="567"/>
        <w:jc w:val="both"/>
        <w:rPr>
          <w:lang w:val="en-US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Default="00CE7D6B" w:rsidP="004D3BEA">
      <w:pPr>
        <w:rPr>
          <w:lang w:val="uk-UA"/>
        </w:rPr>
      </w:pPr>
    </w:p>
    <w:p w:rsidR="00CE7D6B" w:rsidRPr="00A24FE9" w:rsidRDefault="00CE7D6B" w:rsidP="004D3BEA"/>
    <w:p w:rsidR="00CE7D6B" w:rsidRPr="00A24FE9" w:rsidRDefault="00CE7D6B" w:rsidP="004D3BEA"/>
    <w:p w:rsidR="00CE7D6B" w:rsidRDefault="00CE7D6B" w:rsidP="004D3BEA">
      <w:pPr>
        <w:rPr>
          <w:lang w:val="uk-UA"/>
        </w:rPr>
      </w:pP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Pr="006A3CD4" w:rsidRDefault="00CE7D6B" w:rsidP="00CF039F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Спеціальність </w:t>
      </w:r>
      <w:r w:rsidRPr="006A3CD4">
        <w:rPr>
          <w:u w:val="single"/>
          <w:lang w:val="uk-UA"/>
        </w:rPr>
        <w:t>014.01 Середня освіта (українська мова та література)</w:t>
      </w:r>
    </w:p>
    <w:p w:rsidR="00CE7D6B" w:rsidRPr="006A3CD4" w:rsidRDefault="00CE7D6B" w:rsidP="00CF039F">
      <w:pPr>
        <w:widowControl w:val="0"/>
        <w:jc w:val="both"/>
        <w:rPr>
          <w:u w:val="single"/>
          <w:lang w:val="uk-UA"/>
        </w:rPr>
      </w:pPr>
      <w:r w:rsidRPr="006A3CD4">
        <w:rPr>
          <w:lang w:val="uk-UA"/>
        </w:rPr>
        <w:t xml:space="preserve">Курс  </w:t>
      </w:r>
      <w:r w:rsidRPr="006A3CD4">
        <w:rPr>
          <w:u w:val="single"/>
          <w:lang w:val="uk-UA"/>
        </w:rPr>
        <w:t xml:space="preserve"> 1 спеціалісти</w:t>
      </w:r>
      <w:r>
        <w:rPr>
          <w:u w:val="single"/>
          <w:lang w:val="uk-UA"/>
        </w:rPr>
        <w:t xml:space="preserve"> (111С)</w:t>
      </w: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tbl>
      <w:tblPr>
        <w:tblW w:w="0" w:type="auto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11"/>
        <w:gridCol w:w="3425"/>
        <w:gridCol w:w="1596"/>
        <w:gridCol w:w="1285"/>
        <w:gridCol w:w="2427"/>
      </w:tblGrid>
      <w:tr w:rsidR="00CE7D6B" w:rsidTr="006A3CD4">
        <w:trPr>
          <w:trHeight w:val="316"/>
        </w:trPr>
        <w:tc>
          <w:tcPr>
            <w:tcW w:w="911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42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5308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6A3CD4">
        <w:trPr>
          <w:trHeight w:val="1008"/>
        </w:trPr>
        <w:tc>
          <w:tcPr>
            <w:tcW w:w="911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3425" w:type="dxa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1596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285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242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Малая Олена Віталіївна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83,3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1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80,135</w:t>
            </w:r>
          </w:p>
        </w:tc>
      </w:tr>
      <w:tr w:rsidR="00CE7D6B" w:rsidTr="006A3CD4">
        <w:trPr>
          <w:trHeight w:val="301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 xml:space="preserve">Карпова Анастасія Сергіївна  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82,9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0,1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78,855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Плакса Марина Сергіївна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79,4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0,8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76,23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 xml:space="preserve">Аманова Азіза Фахридинівна 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80,1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76,095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Лелеко Яна Сергіївна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78,4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74,48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Дика Єлизавета Сергіївна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78,1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74,195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Топчій Ольга Сергіівна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74,2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70,49</w:t>
            </w:r>
          </w:p>
        </w:tc>
      </w:tr>
      <w:tr w:rsidR="00CE7D6B" w:rsidTr="006A3CD4">
        <w:trPr>
          <w:trHeight w:val="301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Малкова Юлія Ігорівна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73,4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69,73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 xml:space="preserve">Васильєва Аліна Олексіївна 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72,8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69,16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Олєйнікова Валерія Віталіївна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72,3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68,685</w:t>
            </w:r>
          </w:p>
        </w:tc>
      </w:tr>
      <w:tr w:rsidR="00CE7D6B" w:rsidTr="006A3CD4">
        <w:trPr>
          <w:trHeight w:val="541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Віштомова Марина Григоріївна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70,9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67,355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 xml:space="preserve">Кучмій Альона Олександрівна 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69,7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66,215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Томаш Тетяна Віталіївна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67,9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1,4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65,905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 xml:space="preserve">Булка Анжела Анатоліївна 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68,3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64,885</w:t>
            </w:r>
          </w:p>
        </w:tc>
      </w:tr>
      <w:tr w:rsidR="00CE7D6B" w:rsidTr="006A3CD4">
        <w:trPr>
          <w:trHeight w:val="316"/>
        </w:trPr>
        <w:tc>
          <w:tcPr>
            <w:tcW w:w="911" w:type="dxa"/>
          </w:tcPr>
          <w:p w:rsidR="00CE7D6B" w:rsidRPr="00CF039F" w:rsidRDefault="00CE7D6B" w:rsidP="00CF039F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425" w:type="dxa"/>
            <w:vAlign w:val="bottom"/>
          </w:tcPr>
          <w:p w:rsidR="00CE7D6B" w:rsidRDefault="00CE7D6B" w:rsidP="006A3CD4">
            <w:r>
              <w:t>Єрмоленко Ірина Василівна</w:t>
            </w:r>
          </w:p>
        </w:tc>
        <w:tc>
          <w:tcPr>
            <w:tcW w:w="1596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65,3</w:t>
            </w:r>
          </w:p>
        </w:tc>
        <w:tc>
          <w:tcPr>
            <w:tcW w:w="1285" w:type="dxa"/>
            <w:vAlign w:val="center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0</w:t>
            </w:r>
          </w:p>
        </w:tc>
        <w:tc>
          <w:tcPr>
            <w:tcW w:w="2427" w:type="dxa"/>
            <w:vAlign w:val="bottom"/>
          </w:tcPr>
          <w:p w:rsidR="00CE7D6B" w:rsidRPr="006A3CD4" w:rsidRDefault="00CE7D6B" w:rsidP="006A3CD4">
            <w:pPr>
              <w:jc w:val="center"/>
              <w:rPr>
                <w:color w:val="000000"/>
              </w:rPr>
            </w:pPr>
            <w:r w:rsidRPr="006A3CD4">
              <w:rPr>
                <w:color w:val="000000"/>
              </w:rPr>
              <w:t>62,035</w:t>
            </w:r>
          </w:p>
        </w:tc>
      </w:tr>
    </w:tbl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CF039F">
      <w:pPr>
        <w:widowControl w:val="0"/>
        <w:ind w:firstLine="567"/>
        <w:jc w:val="both"/>
        <w:rPr>
          <w:lang w:val="en-US"/>
        </w:rPr>
      </w:pPr>
    </w:p>
    <w:p w:rsidR="00CE7D6B" w:rsidRDefault="00CE7D6B" w:rsidP="00CF039F">
      <w:pPr>
        <w:rPr>
          <w:lang w:val="uk-UA"/>
        </w:rPr>
      </w:pP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CF039F">
      <w:pPr>
        <w:widowControl w:val="0"/>
        <w:ind w:firstLine="567"/>
        <w:jc w:val="center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Pr="00E23DCC" w:rsidRDefault="00CE7D6B" w:rsidP="00CF039F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Спеціальність </w:t>
      </w:r>
      <w:r w:rsidRPr="00E23DCC">
        <w:rPr>
          <w:u w:val="single"/>
          <w:lang w:val="uk-UA"/>
        </w:rPr>
        <w:t>014.02 Середня освіта (українська, англійська мова та література)</w:t>
      </w:r>
    </w:p>
    <w:p w:rsidR="00CE7D6B" w:rsidRPr="00E23DCC" w:rsidRDefault="00CE7D6B" w:rsidP="00CF039F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Курс  </w:t>
      </w:r>
      <w:r w:rsidRPr="00E23DCC">
        <w:rPr>
          <w:u w:val="single"/>
          <w:lang w:val="uk-UA"/>
        </w:rPr>
        <w:t xml:space="preserve"> 1 спеціалісти</w:t>
      </w:r>
    </w:p>
    <w:p w:rsidR="00CE7D6B" w:rsidRDefault="00CE7D6B" w:rsidP="00CF039F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E23DCC">
        <w:tc>
          <w:tcPr>
            <w:tcW w:w="705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E23DCC"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Білецька Олександра Олегівна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90,54545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0,8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86,82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Трель Олена Ярославівна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84,72727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80,59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Карташова Інна Валеріївна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83,63636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2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81,45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 xml:space="preserve"> Олейнікова Катерина Валеріївна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82,54545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78,52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Кузнецова Тетяна Анатоліївна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82,09091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78,09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Моцьо Ольга Миколаївна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80,63636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76,70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Сільваші Марина Сергіївна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79,90909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0,6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76,51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Щербан Ольга Юріївна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79,09091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75,24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Яцкіна Анастасія Ігорівна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79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75,15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Березняк Римма Андріївна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78,45455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74,63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Шевченко Ольга Іванівна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77,72727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73,84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Криворочко Наталія Вікторівна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76,90909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73,16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Каляка Ганна Олександрівна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76,54545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72,72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Степанко Микола Вікторович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72,54545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0,1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69,02</w:t>
            </w:r>
          </w:p>
        </w:tc>
      </w:tr>
      <w:tr w:rsidR="00CE7D6B" w:rsidRPr="00E23DCC" w:rsidTr="00E23DCC">
        <w:tc>
          <w:tcPr>
            <w:tcW w:w="705" w:type="dxa"/>
          </w:tcPr>
          <w:p w:rsidR="00CE7D6B" w:rsidRPr="00E23DCC" w:rsidRDefault="00CE7D6B" w:rsidP="00E23DCC">
            <w:pPr>
              <w:pStyle w:val="ListParagraph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23DCC" w:rsidRDefault="00CE7D6B">
            <w:pPr>
              <w:rPr>
                <w:color w:val="000000"/>
              </w:rPr>
            </w:pPr>
            <w:r w:rsidRPr="00E23DCC">
              <w:rPr>
                <w:color w:val="000000"/>
              </w:rPr>
              <w:t>Клісова Юлія Вікторівна</w:t>
            </w:r>
          </w:p>
        </w:tc>
        <w:tc>
          <w:tcPr>
            <w:tcW w:w="212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71,81818</w:t>
            </w:r>
          </w:p>
        </w:tc>
        <w:tc>
          <w:tcPr>
            <w:tcW w:w="1317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0,5</w:t>
            </w:r>
          </w:p>
        </w:tc>
        <w:tc>
          <w:tcPr>
            <w:tcW w:w="1338" w:type="dxa"/>
            <w:vAlign w:val="bottom"/>
          </w:tcPr>
          <w:p w:rsidR="00CE7D6B" w:rsidRPr="00E23DCC" w:rsidRDefault="00CE7D6B" w:rsidP="00E23DCC">
            <w:pPr>
              <w:jc w:val="center"/>
              <w:rPr>
                <w:color w:val="000000"/>
              </w:rPr>
            </w:pPr>
            <w:r w:rsidRPr="00E23DCC">
              <w:rPr>
                <w:color w:val="000000"/>
              </w:rPr>
              <w:t>68,73</w:t>
            </w:r>
          </w:p>
        </w:tc>
      </w:tr>
    </w:tbl>
    <w:p w:rsidR="00CE7D6B" w:rsidRPr="00E23DCC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jc w:val="both"/>
        <w:rPr>
          <w:lang w:val="uk-UA"/>
        </w:rPr>
      </w:pPr>
    </w:p>
    <w:p w:rsidR="00CE7D6B" w:rsidRDefault="00CE7D6B" w:rsidP="00CF039F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CF039F">
      <w:pPr>
        <w:widowControl w:val="0"/>
        <w:ind w:firstLine="567"/>
        <w:jc w:val="both"/>
        <w:rPr>
          <w:lang w:val="en-US"/>
        </w:rPr>
      </w:pPr>
    </w:p>
    <w:p w:rsidR="00CE7D6B" w:rsidRDefault="00CE7D6B" w:rsidP="00CF039F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 w:rsidP="00F663B6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F663B6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F663B6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F663B6">
      <w:pPr>
        <w:widowControl w:val="0"/>
        <w:ind w:firstLine="567"/>
        <w:jc w:val="center"/>
        <w:rPr>
          <w:lang w:val="uk-UA"/>
        </w:rPr>
      </w:pPr>
    </w:p>
    <w:p w:rsidR="00CE7D6B" w:rsidRDefault="00CE7D6B" w:rsidP="00F663B6">
      <w:pPr>
        <w:widowControl w:val="0"/>
        <w:jc w:val="both"/>
        <w:rPr>
          <w:lang w:val="uk-UA"/>
        </w:rPr>
      </w:pPr>
    </w:p>
    <w:p w:rsidR="00CE7D6B" w:rsidRPr="00F663B6" w:rsidRDefault="00CE7D6B" w:rsidP="00F663B6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Спеціальність </w:t>
      </w:r>
      <w:r>
        <w:rPr>
          <w:u w:val="single"/>
          <w:lang w:val="uk-UA"/>
        </w:rPr>
        <w:t>061 Журналістика</w:t>
      </w:r>
    </w:p>
    <w:p w:rsidR="00CE7D6B" w:rsidRPr="00E23DCC" w:rsidRDefault="00CE7D6B" w:rsidP="00F663B6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Курс  </w:t>
      </w:r>
      <w:r w:rsidRPr="00E23DCC">
        <w:rPr>
          <w:u w:val="single"/>
          <w:lang w:val="uk-UA"/>
        </w:rPr>
        <w:t xml:space="preserve"> 1 спеціалісти</w:t>
      </w:r>
    </w:p>
    <w:p w:rsidR="00CE7D6B" w:rsidRDefault="00CE7D6B" w:rsidP="00F663B6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074927">
        <w:tc>
          <w:tcPr>
            <w:tcW w:w="705" w:type="dxa"/>
            <w:vMerge w:val="restart"/>
            <w:vAlign w:val="center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074927">
        <w:tc>
          <w:tcPr>
            <w:tcW w:w="0" w:type="auto"/>
            <w:vMerge/>
            <w:vAlign w:val="center"/>
          </w:tcPr>
          <w:p w:rsidR="00CE7D6B" w:rsidRDefault="00CE7D6B" w:rsidP="00074927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 w:rsidP="00074927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F663B6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F663B6" w:rsidRDefault="00CE7D6B">
            <w:pPr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Кожемякіна Лоліта Олегівна</w:t>
            </w:r>
          </w:p>
        </w:tc>
        <w:tc>
          <w:tcPr>
            <w:tcW w:w="212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90,33333</w:t>
            </w:r>
          </w:p>
        </w:tc>
        <w:tc>
          <w:tcPr>
            <w:tcW w:w="131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0,35</w:t>
            </w:r>
          </w:p>
        </w:tc>
        <w:tc>
          <w:tcPr>
            <w:tcW w:w="1338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86,16667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F663B6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F663B6" w:rsidRDefault="00CE7D6B">
            <w:pPr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Бессараб Валерія Георгіївна</w:t>
            </w:r>
          </w:p>
        </w:tc>
        <w:tc>
          <w:tcPr>
            <w:tcW w:w="212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89,22222</w:t>
            </w:r>
          </w:p>
        </w:tc>
        <w:tc>
          <w:tcPr>
            <w:tcW w:w="131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1,45</w:t>
            </w:r>
          </w:p>
        </w:tc>
        <w:tc>
          <w:tcPr>
            <w:tcW w:w="1338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86,21111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F663B6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F663B6" w:rsidRDefault="00CE7D6B">
            <w:pPr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Пелих Валерія Дмитрівна</w:t>
            </w:r>
          </w:p>
        </w:tc>
        <w:tc>
          <w:tcPr>
            <w:tcW w:w="212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81,88889</w:t>
            </w:r>
          </w:p>
        </w:tc>
        <w:tc>
          <w:tcPr>
            <w:tcW w:w="131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0,35</w:t>
            </w:r>
          </w:p>
        </w:tc>
        <w:tc>
          <w:tcPr>
            <w:tcW w:w="1338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78,14444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F663B6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F663B6" w:rsidRDefault="00CE7D6B">
            <w:pPr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Кушнір Ірина Василівна</w:t>
            </w:r>
          </w:p>
        </w:tc>
        <w:tc>
          <w:tcPr>
            <w:tcW w:w="212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77,77778</w:t>
            </w:r>
          </w:p>
        </w:tc>
        <w:tc>
          <w:tcPr>
            <w:tcW w:w="131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73,88889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F663B6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F663B6" w:rsidRDefault="00CE7D6B">
            <w:pPr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Пальчунов Олексій Юрійович</w:t>
            </w:r>
          </w:p>
        </w:tc>
        <w:tc>
          <w:tcPr>
            <w:tcW w:w="212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77,44444</w:t>
            </w:r>
          </w:p>
        </w:tc>
        <w:tc>
          <w:tcPr>
            <w:tcW w:w="131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73,57222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F663B6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F663B6" w:rsidRDefault="00CE7D6B">
            <w:pPr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Наконечний Андрій Григорович</w:t>
            </w:r>
          </w:p>
        </w:tc>
        <w:tc>
          <w:tcPr>
            <w:tcW w:w="212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77,77778</w:t>
            </w:r>
          </w:p>
        </w:tc>
        <w:tc>
          <w:tcPr>
            <w:tcW w:w="131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73,88889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F663B6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F663B6" w:rsidRDefault="00CE7D6B">
            <w:pPr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Трохименко Юлія Петрівна</w:t>
            </w:r>
          </w:p>
        </w:tc>
        <w:tc>
          <w:tcPr>
            <w:tcW w:w="212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77,22222</w:t>
            </w:r>
          </w:p>
        </w:tc>
        <w:tc>
          <w:tcPr>
            <w:tcW w:w="1317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0</w:t>
            </w:r>
          </w:p>
        </w:tc>
        <w:tc>
          <w:tcPr>
            <w:tcW w:w="1338" w:type="dxa"/>
            <w:vAlign w:val="bottom"/>
          </w:tcPr>
          <w:p w:rsidR="00CE7D6B" w:rsidRPr="00F663B6" w:rsidRDefault="00CE7D6B" w:rsidP="00F663B6">
            <w:pPr>
              <w:jc w:val="center"/>
              <w:rPr>
                <w:color w:val="000000"/>
              </w:rPr>
            </w:pPr>
            <w:r w:rsidRPr="00F663B6">
              <w:rPr>
                <w:color w:val="000000"/>
                <w:szCs w:val="22"/>
              </w:rPr>
              <w:t>73,36111</w:t>
            </w:r>
          </w:p>
        </w:tc>
      </w:tr>
    </w:tbl>
    <w:p w:rsidR="00CE7D6B" w:rsidRPr="00F663B6" w:rsidRDefault="00CE7D6B" w:rsidP="00F663B6">
      <w:pPr>
        <w:widowControl w:val="0"/>
        <w:jc w:val="both"/>
        <w:rPr>
          <w:sz w:val="28"/>
          <w:lang w:val="uk-UA"/>
        </w:rPr>
      </w:pPr>
    </w:p>
    <w:p w:rsidR="00CE7D6B" w:rsidRPr="00F663B6" w:rsidRDefault="00CE7D6B" w:rsidP="00F663B6">
      <w:pPr>
        <w:widowControl w:val="0"/>
        <w:jc w:val="both"/>
        <w:rPr>
          <w:sz w:val="28"/>
          <w:lang w:val="uk-UA"/>
        </w:rPr>
      </w:pPr>
    </w:p>
    <w:p w:rsidR="00CE7D6B" w:rsidRDefault="00CE7D6B" w:rsidP="00F663B6">
      <w:pPr>
        <w:widowControl w:val="0"/>
        <w:jc w:val="both"/>
        <w:rPr>
          <w:lang w:val="uk-UA"/>
        </w:rPr>
      </w:pPr>
    </w:p>
    <w:p w:rsidR="00CE7D6B" w:rsidRDefault="00CE7D6B" w:rsidP="00F663B6">
      <w:pPr>
        <w:widowControl w:val="0"/>
        <w:ind w:firstLine="567"/>
        <w:jc w:val="both"/>
        <w:rPr>
          <w:lang w:val="en-US"/>
        </w:rPr>
      </w:pPr>
    </w:p>
    <w:p w:rsidR="00CE7D6B" w:rsidRPr="003D50D4" w:rsidRDefault="00CE7D6B" w:rsidP="00F663B6">
      <w:pPr>
        <w:widowControl w:val="0"/>
        <w:ind w:firstLine="567"/>
        <w:jc w:val="both"/>
        <w:rPr>
          <w:lang w:val="en-US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</w:p>
    <w:p w:rsidR="00CE7D6B" w:rsidRDefault="00CE7D6B" w:rsidP="00E5389D">
      <w:pPr>
        <w:widowControl w:val="0"/>
        <w:jc w:val="both"/>
        <w:rPr>
          <w:lang w:val="uk-UA"/>
        </w:rPr>
      </w:pPr>
    </w:p>
    <w:p w:rsidR="00CE7D6B" w:rsidRPr="00F663B6" w:rsidRDefault="00CE7D6B" w:rsidP="00E5389D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Спеціальність </w:t>
      </w:r>
      <w:r>
        <w:rPr>
          <w:u w:val="single"/>
          <w:lang w:val="uk-UA"/>
        </w:rPr>
        <w:t>061 Журналістика</w:t>
      </w:r>
    </w:p>
    <w:p w:rsidR="00CE7D6B" w:rsidRPr="00E23DCC" w:rsidRDefault="00CE7D6B" w:rsidP="00E5389D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Курс  </w:t>
      </w:r>
      <w:r w:rsidRPr="00E23DCC">
        <w:rPr>
          <w:u w:val="single"/>
          <w:lang w:val="uk-UA"/>
        </w:rPr>
        <w:t xml:space="preserve"> 1 </w:t>
      </w:r>
      <w:r>
        <w:rPr>
          <w:u w:val="single"/>
          <w:lang w:val="uk-UA"/>
        </w:rPr>
        <w:t>магістри</w:t>
      </w:r>
    </w:p>
    <w:p w:rsidR="00CE7D6B" w:rsidRDefault="00CE7D6B" w:rsidP="00E5389D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074927">
        <w:tc>
          <w:tcPr>
            <w:tcW w:w="705" w:type="dxa"/>
            <w:vMerge w:val="restart"/>
            <w:vAlign w:val="center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074927">
        <w:tc>
          <w:tcPr>
            <w:tcW w:w="0" w:type="auto"/>
            <w:vMerge/>
            <w:vAlign w:val="center"/>
          </w:tcPr>
          <w:p w:rsidR="00CE7D6B" w:rsidRDefault="00CE7D6B" w:rsidP="00074927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 w:rsidP="00074927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E5389D">
            <w:pPr>
              <w:pStyle w:val="ListParagraph"/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E5389D">
            <w:pPr>
              <w:pStyle w:val="NoSpacing"/>
            </w:pPr>
            <w:r>
              <w:t>Акулова Дар`я Дмитрівна</w:t>
            </w:r>
          </w:p>
        </w:tc>
        <w:tc>
          <w:tcPr>
            <w:tcW w:w="212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88,875</w:t>
            </w:r>
          </w:p>
        </w:tc>
        <w:tc>
          <w:tcPr>
            <w:tcW w:w="131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1,5</w:t>
            </w:r>
          </w:p>
        </w:tc>
        <w:tc>
          <w:tcPr>
            <w:tcW w:w="1338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85,93125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E5389D">
            <w:pPr>
              <w:pStyle w:val="ListParagraph"/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E5389D">
            <w:pPr>
              <w:pStyle w:val="NoSpacing"/>
            </w:pPr>
            <w:r>
              <w:t>Федічева Олена Володимирівна</w:t>
            </w:r>
          </w:p>
        </w:tc>
        <w:tc>
          <w:tcPr>
            <w:tcW w:w="212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89,5</w:t>
            </w:r>
          </w:p>
        </w:tc>
        <w:tc>
          <w:tcPr>
            <w:tcW w:w="131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0,3</w:t>
            </w:r>
          </w:p>
        </w:tc>
        <w:tc>
          <w:tcPr>
            <w:tcW w:w="1338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85,325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E5389D">
            <w:pPr>
              <w:pStyle w:val="ListParagraph"/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E5389D">
            <w:pPr>
              <w:pStyle w:val="NoSpacing"/>
            </w:pPr>
            <w:r>
              <w:t>Стрельник Олександра Олексіївна</w:t>
            </w:r>
          </w:p>
        </w:tc>
        <w:tc>
          <w:tcPr>
            <w:tcW w:w="212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89,25</w:t>
            </w:r>
          </w:p>
        </w:tc>
        <w:tc>
          <w:tcPr>
            <w:tcW w:w="131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0,3</w:t>
            </w:r>
          </w:p>
        </w:tc>
        <w:tc>
          <w:tcPr>
            <w:tcW w:w="1338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85,0875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E5389D">
            <w:pPr>
              <w:pStyle w:val="ListParagraph"/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E5389D">
            <w:pPr>
              <w:pStyle w:val="NoSpacing"/>
            </w:pPr>
            <w:r>
              <w:t>Юрченко Анастасія Юріївна</w:t>
            </w:r>
          </w:p>
        </w:tc>
        <w:tc>
          <w:tcPr>
            <w:tcW w:w="212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81,25</w:t>
            </w:r>
          </w:p>
        </w:tc>
        <w:tc>
          <w:tcPr>
            <w:tcW w:w="131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0,2</w:t>
            </w:r>
          </w:p>
        </w:tc>
        <w:tc>
          <w:tcPr>
            <w:tcW w:w="1338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77,3875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E5389D">
            <w:pPr>
              <w:pStyle w:val="ListParagraph"/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Default="00CE7D6B" w:rsidP="00E5389D">
            <w:pPr>
              <w:pStyle w:val="NoSpacing"/>
            </w:pPr>
            <w:r>
              <w:t>Глазунов Олександр Андрійович</w:t>
            </w:r>
          </w:p>
        </w:tc>
        <w:tc>
          <w:tcPr>
            <w:tcW w:w="212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78,125</w:t>
            </w:r>
          </w:p>
        </w:tc>
        <w:tc>
          <w:tcPr>
            <w:tcW w:w="131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2,375</w:t>
            </w:r>
          </w:p>
        </w:tc>
        <w:tc>
          <w:tcPr>
            <w:tcW w:w="1338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76,59375</w:t>
            </w:r>
          </w:p>
        </w:tc>
      </w:tr>
    </w:tbl>
    <w:p w:rsidR="00CE7D6B" w:rsidRPr="00F663B6" w:rsidRDefault="00CE7D6B" w:rsidP="00E5389D">
      <w:pPr>
        <w:widowControl w:val="0"/>
        <w:jc w:val="both"/>
        <w:rPr>
          <w:sz w:val="28"/>
          <w:lang w:val="uk-UA"/>
        </w:rPr>
      </w:pPr>
    </w:p>
    <w:p w:rsidR="00CE7D6B" w:rsidRPr="00F663B6" w:rsidRDefault="00CE7D6B" w:rsidP="00E5389D">
      <w:pPr>
        <w:widowControl w:val="0"/>
        <w:jc w:val="both"/>
        <w:rPr>
          <w:sz w:val="28"/>
          <w:lang w:val="uk-UA"/>
        </w:rPr>
      </w:pPr>
    </w:p>
    <w:p w:rsidR="00CE7D6B" w:rsidRDefault="00CE7D6B" w:rsidP="00E5389D">
      <w:pPr>
        <w:widowControl w:val="0"/>
        <w:jc w:val="both"/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en-US"/>
        </w:rPr>
      </w:pPr>
    </w:p>
    <w:p w:rsidR="00CE7D6B" w:rsidRPr="003D50D4" w:rsidRDefault="00CE7D6B">
      <w:pPr>
        <w:rPr>
          <w:lang w:val="en-US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>
      <w:pPr>
        <w:rPr>
          <w:lang w:val="uk-UA"/>
        </w:rPr>
      </w:pP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Рейтинг</w:t>
      </w: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>студентів для призначення академічних стипендій</w:t>
      </w: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  <w:r>
        <w:rPr>
          <w:lang w:val="uk-UA"/>
        </w:rPr>
        <w:t xml:space="preserve">по факультету </w:t>
      </w:r>
      <w:r>
        <w:rPr>
          <w:b/>
        </w:rPr>
        <w:t>філології та журналістики</w:t>
      </w:r>
    </w:p>
    <w:p w:rsidR="00CE7D6B" w:rsidRDefault="00CE7D6B" w:rsidP="00E5389D">
      <w:pPr>
        <w:widowControl w:val="0"/>
        <w:ind w:firstLine="567"/>
        <w:jc w:val="center"/>
        <w:rPr>
          <w:lang w:val="uk-UA"/>
        </w:rPr>
      </w:pPr>
    </w:p>
    <w:p w:rsidR="00CE7D6B" w:rsidRDefault="00CE7D6B" w:rsidP="00E5389D">
      <w:pPr>
        <w:widowControl w:val="0"/>
        <w:jc w:val="both"/>
        <w:rPr>
          <w:lang w:val="uk-UA"/>
        </w:rPr>
      </w:pPr>
    </w:p>
    <w:p w:rsidR="00CE7D6B" w:rsidRPr="00F663B6" w:rsidRDefault="00CE7D6B" w:rsidP="00E5389D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Спеціальність </w:t>
      </w:r>
      <w:r>
        <w:rPr>
          <w:u w:val="single"/>
          <w:lang w:val="uk-UA"/>
        </w:rPr>
        <w:t>8.03030101 Журналістика</w:t>
      </w:r>
    </w:p>
    <w:p w:rsidR="00CE7D6B" w:rsidRPr="00E23DCC" w:rsidRDefault="00CE7D6B" w:rsidP="00E5389D">
      <w:pPr>
        <w:widowControl w:val="0"/>
        <w:jc w:val="both"/>
        <w:rPr>
          <w:u w:val="single"/>
          <w:lang w:val="uk-UA"/>
        </w:rPr>
      </w:pPr>
      <w:r>
        <w:rPr>
          <w:lang w:val="uk-UA"/>
        </w:rPr>
        <w:t xml:space="preserve">Курс  </w:t>
      </w:r>
      <w:r w:rsidRPr="00E23DCC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6</w:t>
      </w:r>
    </w:p>
    <w:p w:rsidR="00CE7D6B" w:rsidRDefault="00CE7D6B" w:rsidP="00E5389D">
      <w:pPr>
        <w:widowControl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3878"/>
        <w:gridCol w:w="2127"/>
        <w:gridCol w:w="1317"/>
        <w:gridCol w:w="1338"/>
      </w:tblGrid>
      <w:tr w:rsidR="00CE7D6B" w:rsidTr="00074927">
        <w:tc>
          <w:tcPr>
            <w:tcW w:w="705" w:type="dxa"/>
            <w:vMerge w:val="restart"/>
            <w:vAlign w:val="center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</w:t>
            </w:r>
          </w:p>
        </w:tc>
      </w:tr>
      <w:tr w:rsidR="00CE7D6B" w:rsidTr="00074927">
        <w:tc>
          <w:tcPr>
            <w:tcW w:w="0" w:type="auto"/>
            <w:vMerge/>
            <w:vAlign w:val="center"/>
          </w:tcPr>
          <w:p w:rsidR="00CE7D6B" w:rsidRDefault="00CE7D6B" w:rsidP="00074927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CE7D6B" w:rsidRDefault="00CE7D6B" w:rsidP="00074927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CE7D6B" w:rsidRDefault="00CE7D6B" w:rsidP="00074927">
            <w:pPr>
              <w:widowControl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Рейтинговий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E5389D">
            <w:pPr>
              <w:pStyle w:val="ListParagraph"/>
              <w:widowControl w:val="0"/>
              <w:numPr>
                <w:ilvl w:val="0"/>
                <w:numId w:val="1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5389D" w:rsidRDefault="00CE7D6B">
            <w:pPr>
              <w:rPr>
                <w:color w:val="000000"/>
              </w:rPr>
            </w:pPr>
            <w:r w:rsidRPr="00E5389D">
              <w:rPr>
                <w:color w:val="000000"/>
              </w:rPr>
              <w:t>Ємець Михайло Юрійович</w:t>
            </w:r>
          </w:p>
        </w:tc>
        <w:tc>
          <w:tcPr>
            <w:tcW w:w="212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92</w:t>
            </w:r>
          </w:p>
        </w:tc>
        <w:tc>
          <w:tcPr>
            <w:tcW w:w="131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0,9</w:t>
            </w:r>
          </w:p>
        </w:tc>
        <w:tc>
          <w:tcPr>
            <w:tcW w:w="1338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88,3</w:t>
            </w:r>
          </w:p>
        </w:tc>
      </w:tr>
      <w:tr w:rsidR="00CE7D6B" w:rsidRPr="00F663B6" w:rsidTr="00074927">
        <w:tc>
          <w:tcPr>
            <w:tcW w:w="705" w:type="dxa"/>
          </w:tcPr>
          <w:p w:rsidR="00CE7D6B" w:rsidRPr="00F663B6" w:rsidRDefault="00CE7D6B" w:rsidP="00E5389D">
            <w:pPr>
              <w:pStyle w:val="ListParagraph"/>
              <w:widowControl w:val="0"/>
              <w:numPr>
                <w:ilvl w:val="0"/>
                <w:numId w:val="17"/>
              </w:num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CE7D6B" w:rsidRPr="00E5389D" w:rsidRDefault="00CE7D6B">
            <w:pPr>
              <w:rPr>
                <w:color w:val="000000"/>
              </w:rPr>
            </w:pPr>
            <w:r w:rsidRPr="00E5389D">
              <w:rPr>
                <w:color w:val="000000"/>
              </w:rPr>
              <w:t>Кошовий Максим Олександрович</w:t>
            </w:r>
          </w:p>
        </w:tc>
        <w:tc>
          <w:tcPr>
            <w:tcW w:w="212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91</w:t>
            </w:r>
          </w:p>
        </w:tc>
        <w:tc>
          <w:tcPr>
            <w:tcW w:w="1317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1,8</w:t>
            </w:r>
          </w:p>
        </w:tc>
        <w:tc>
          <w:tcPr>
            <w:tcW w:w="1338" w:type="dxa"/>
            <w:vAlign w:val="bottom"/>
          </w:tcPr>
          <w:p w:rsidR="00CE7D6B" w:rsidRPr="00E5389D" w:rsidRDefault="00CE7D6B" w:rsidP="00E5389D">
            <w:pPr>
              <w:jc w:val="center"/>
              <w:rPr>
                <w:color w:val="000000"/>
              </w:rPr>
            </w:pPr>
            <w:r w:rsidRPr="00E5389D">
              <w:rPr>
                <w:color w:val="000000"/>
              </w:rPr>
              <w:t>88,25</w:t>
            </w:r>
          </w:p>
        </w:tc>
      </w:tr>
    </w:tbl>
    <w:p w:rsidR="00CE7D6B" w:rsidRPr="00F663B6" w:rsidRDefault="00CE7D6B" w:rsidP="00E5389D">
      <w:pPr>
        <w:widowControl w:val="0"/>
        <w:jc w:val="both"/>
        <w:rPr>
          <w:sz w:val="28"/>
          <w:lang w:val="uk-UA"/>
        </w:rPr>
      </w:pPr>
    </w:p>
    <w:p w:rsidR="00CE7D6B" w:rsidRPr="00F663B6" w:rsidRDefault="00CE7D6B" w:rsidP="00E5389D">
      <w:pPr>
        <w:widowControl w:val="0"/>
        <w:jc w:val="both"/>
        <w:rPr>
          <w:sz w:val="28"/>
          <w:lang w:val="uk-UA"/>
        </w:rPr>
      </w:pPr>
    </w:p>
    <w:p w:rsidR="00CE7D6B" w:rsidRPr="00990781" w:rsidRDefault="00CE7D6B" w:rsidP="00E5389D">
      <w:pPr>
        <w:rPr>
          <w:lang w:val="uk-UA"/>
        </w:rPr>
      </w:pPr>
    </w:p>
    <w:p w:rsidR="00CE7D6B" w:rsidRPr="00990781" w:rsidRDefault="00CE7D6B">
      <w:pPr>
        <w:rPr>
          <w:lang w:val="uk-UA"/>
        </w:rPr>
      </w:pPr>
    </w:p>
    <w:sectPr w:rsidR="00CE7D6B" w:rsidRPr="00990781" w:rsidSect="00577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2B3B"/>
    <w:multiLevelType w:val="hybridMultilevel"/>
    <w:tmpl w:val="39BA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5010F6"/>
    <w:multiLevelType w:val="hybridMultilevel"/>
    <w:tmpl w:val="39BA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22059A"/>
    <w:multiLevelType w:val="hybridMultilevel"/>
    <w:tmpl w:val="39BA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837B7F"/>
    <w:multiLevelType w:val="hybridMultilevel"/>
    <w:tmpl w:val="3C26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BE210C"/>
    <w:multiLevelType w:val="hybridMultilevel"/>
    <w:tmpl w:val="A3F46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341298"/>
    <w:multiLevelType w:val="hybridMultilevel"/>
    <w:tmpl w:val="ECF0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E206C6"/>
    <w:multiLevelType w:val="hybridMultilevel"/>
    <w:tmpl w:val="28EEA7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2749BA"/>
    <w:multiLevelType w:val="hybridMultilevel"/>
    <w:tmpl w:val="C8CE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F87832"/>
    <w:multiLevelType w:val="hybridMultilevel"/>
    <w:tmpl w:val="A492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67162D"/>
    <w:multiLevelType w:val="hybridMultilevel"/>
    <w:tmpl w:val="A492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695314"/>
    <w:multiLevelType w:val="hybridMultilevel"/>
    <w:tmpl w:val="BDB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D562AB"/>
    <w:multiLevelType w:val="hybridMultilevel"/>
    <w:tmpl w:val="02F27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E563B0"/>
    <w:multiLevelType w:val="hybridMultilevel"/>
    <w:tmpl w:val="39BA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A26484B"/>
    <w:multiLevelType w:val="hybridMultilevel"/>
    <w:tmpl w:val="3C26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5B4B91"/>
    <w:multiLevelType w:val="hybridMultilevel"/>
    <w:tmpl w:val="C80AC2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FF53DB"/>
    <w:multiLevelType w:val="hybridMultilevel"/>
    <w:tmpl w:val="39BA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A71DB3"/>
    <w:multiLevelType w:val="hybridMultilevel"/>
    <w:tmpl w:val="EC80A8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32655A"/>
    <w:multiLevelType w:val="hybridMultilevel"/>
    <w:tmpl w:val="A116446E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9AA4B79"/>
    <w:multiLevelType w:val="hybridMultilevel"/>
    <w:tmpl w:val="ECF0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11"/>
  </w:num>
  <w:num w:numId="5">
    <w:abstractNumId w:val="5"/>
  </w:num>
  <w:num w:numId="6">
    <w:abstractNumId w:val="18"/>
  </w:num>
  <w:num w:numId="7">
    <w:abstractNumId w:val="17"/>
  </w:num>
  <w:num w:numId="8">
    <w:abstractNumId w:val="9"/>
  </w:num>
  <w:num w:numId="9">
    <w:abstractNumId w:val="3"/>
  </w:num>
  <w:num w:numId="10">
    <w:abstractNumId w:val="10"/>
  </w:num>
  <w:num w:numId="11">
    <w:abstractNumId w:val="14"/>
  </w:num>
  <w:num w:numId="12">
    <w:abstractNumId w:val="7"/>
  </w:num>
  <w:num w:numId="13">
    <w:abstractNumId w:val="12"/>
  </w:num>
  <w:num w:numId="14">
    <w:abstractNumId w:val="0"/>
  </w:num>
  <w:num w:numId="15">
    <w:abstractNumId w:val="15"/>
  </w:num>
  <w:num w:numId="16">
    <w:abstractNumId w:val="1"/>
  </w:num>
  <w:num w:numId="17">
    <w:abstractNumId w:val="2"/>
  </w:num>
  <w:num w:numId="18">
    <w:abstractNumId w:val="1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781"/>
    <w:rsid w:val="00074927"/>
    <w:rsid w:val="001E0253"/>
    <w:rsid w:val="001F0EC0"/>
    <w:rsid w:val="00277B6F"/>
    <w:rsid w:val="00302A6D"/>
    <w:rsid w:val="003D50D4"/>
    <w:rsid w:val="00441761"/>
    <w:rsid w:val="0045754F"/>
    <w:rsid w:val="004C5F0F"/>
    <w:rsid w:val="004D3BEA"/>
    <w:rsid w:val="004D40F6"/>
    <w:rsid w:val="005773CE"/>
    <w:rsid w:val="006665E4"/>
    <w:rsid w:val="006A3CD4"/>
    <w:rsid w:val="006D4350"/>
    <w:rsid w:val="006E7602"/>
    <w:rsid w:val="007415E7"/>
    <w:rsid w:val="00760759"/>
    <w:rsid w:val="00785502"/>
    <w:rsid w:val="007A38FB"/>
    <w:rsid w:val="0088131F"/>
    <w:rsid w:val="008845C1"/>
    <w:rsid w:val="0093226D"/>
    <w:rsid w:val="00990781"/>
    <w:rsid w:val="009A1945"/>
    <w:rsid w:val="009D1891"/>
    <w:rsid w:val="00A24FE9"/>
    <w:rsid w:val="00B339F1"/>
    <w:rsid w:val="00BC7C61"/>
    <w:rsid w:val="00C20B35"/>
    <w:rsid w:val="00C942DC"/>
    <w:rsid w:val="00CE7D6B"/>
    <w:rsid w:val="00CF039F"/>
    <w:rsid w:val="00CF0B75"/>
    <w:rsid w:val="00DA1FD5"/>
    <w:rsid w:val="00DC1D0A"/>
    <w:rsid w:val="00E23DCC"/>
    <w:rsid w:val="00E5389D"/>
    <w:rsid w:val="00E815BE"/>
    <w:rsid w:val="00EC0C99"/>
    <w:rsid w:val="00F36326"/>
    <w:rsid w:val="00F66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89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0781"/>
    <w:pPr>
      <w:ind w:left="720"/>
      <w:contextualSpacing/>
    </w:pPr>
  </w:style>
  <w:style w:type="paragraph" w:styleId="NoSpacing">
    <w:name w:val="No Spacing"/>
    <w:uiPriority w:val="99"/>
    <w:qFormat/>
    <w:rsid w:val="00BC7C61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3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389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7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20</Pages>
  <Words>2524</Words>
  <Characters>14392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ageyenko</dc:creator>
  <cp:keywords/>
  <dc:description/>
  <cp:lastModifiedBy>OPopkova</cp:lastModifiedBy>
  <cp:revision>6</cp:revision>
  <cp:lastPrinted>2017-02-15T08:16:00Z</cp:lastPrinted>
  <dcterms:created xsi:type="dcterms:W3CDTF">2017-02-14T12:06:00Z</dcterms:created>
  <dcterms:modified xsi:type="dcterms:W3CDTF">2017-02-15T14:39:00Z</dcterms:modified>
</cp:coreProperties>
</file>