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766" w:rsidRDefault="00096766" w:rsidP="00101BD3">
      <w:pPr>
        <w:spacing w:after="0"/>
        <w:jc w:val="center"/>
        <w:rPr>
          <w:b/>
          <w:sz w:val="24"/>
          <w:szCs w:val="24"/>
        </w:rPr>
      </w:pPr>
      <w:r w:rsidRPr="00FC212A">
        <w:rPr>
          <w:b/>
          <w:sz w:val="24"/>
          <w:szCs w:val="24"/>
        </w:rPr>
        <w:t>Результати перевірки завдань за період 12.03.2020-0</w:t>
      </w:r>
      <w:r>
        <w:rPr>
          <w:b/>
          <w:sz w:val="24"/>
          <w:szCs w:val="24"/>
        </w:rPr>
        <w:t>3.04.2020 академічної групи 361</w:t>
      </w:r>
    </w:p>
    <w:p w:rsidR="00096766" w:rsidRPr="00C1366B" w:rsidRDefault="00096766" w:rsidP="00C1366B">
      <w:pPr>
        <w:spacing w:after="0"/>
        <w:jc w:val="center"/>
        <w:rPr>
          <w:b/>
          <w:sz w:val="24"/>
          <w:szCs w:val="24"/>
        </w:rPr>
      </w:pPr>
      <w:r w:rsidRPr="00C1366B">
        <w:rPr>
          <w:b/>
          <w:sz w:val="24"/>
          <w:szCs w:val="24"/>
        </w:rPr>
        <w:t>Спеціальність 061 Журналістика</w:t>
      </w:r>
    </w:p>
    <w:p w:rsidR="00096766" w:rsidRPr="00C1366B" w:rsidRDefault="00096766" w:rsidP="00101BD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2694"/>
        <w:gridCol w:w="2967"/>
        <w:gridCol w:w="2419"/>
        <w:gridCol w:w="2552"/>
        <w:gridCol w:w="3685"/>
      </w:tblGrid>
      <w:tr w:rsidR="00096766" w:rsidRPr="0044411C" w:rsidTr="0044411C">
        <w:tc>
          <w:tcPr>
            <w:tcW w:w="675" w:type="dxa"/>
          </w:tcPr>
          <w:p w:rsidR="00096766" w:rsidRPr="0044411C" w:rsidRDefault="00096766" w:rsidP="004441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411C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2694" w:type="dxa"/>
          </w:tcPr>
          <w:p w:rsidR="00096766" w:rsidRPr="0044411C" w:rsidRDefault="00096766" w:rsidP="004441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411C">
              <w:rPr>
                <w:rFonts w:ascii="Times New Roman" w:hAnsi="Times New Roman"/>
                <w:b/>
                <w:sz w:val="24"/>
                <w:szCs w:val="24"/>
              </w:rPr>
              <w:t>ПІП студента</w:t>
            </w:r>
          </w:p>
        </w:tc>
        <w:tc>
          <w:tcPr>
            <w:tcW w:w="2967" w:type="dxa"/>
          </w:tcPr>
          <w:p w:rsidR="00096766" w:rsidRPr="0044411C" w:rsidRDefault="00096766" w:rsidP="004441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411C">
              <w:rPr>
                <w:rFonts w:ascii="Times New Roman" w:hAnsi="Times New Roman"/>
                <w:b/>
                <w:sz w:val="24"/>
                <w:szCs w:val="24"/>
              </w:rPr>
              <w:t>ОПРАЦЮВАННЯ ТЕОРЕТИЧНОГО МАТЕРІАЛУ</w:t>
            </w:r>
          </w:p>
        </w:tc>
        <w:tc>
          <w:tcPr>
            <w:tcW w:w="2419" w:type="dxa"/>
          </w:tcPr>
          <w:p w:rsidR="00096766" w:rsidRPr="0044411C" w:rsidRDefault="00096766" w:rsidP="004441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411C">
              <w:rPr>
                <w:rFonts w:ascii="Times New Roman" w:hAnsi="Times New Roman"/>
                <w:b/>
                <w:sz w:val="24"/>
                <w:szCs w:val="24"/>
              </w:rPr>
              <w:t>АНАЛІЗ ЕСЕ</w:t>
            </w:r>
          </w:p>
        </w:tc>
        <w:tc>
          <w:tcPr>
            <w:tcW w:w="2552" w:type="dxa"/>
          </w:tcPr>
          <w:p w:rsidR="00096766" w:rsidRPr="0044411C" w:rsidRDefault="00096766" w:rsidP="004441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411C">
              <w:rPr>
                <w:rFonts w:ascii="Times New Roman" w:hAnsi="Times New Roman"/>
                <w:b/>
                <w:sz w:val="24"/>
                <w:szCs w:val="24"/>
              </w:rPr>
              <w:t>НАПИСАННЯ ЕСЕ</w:t>
            </w:r>
          </w:p>
        </w:tc>
        <w:tc>
          <w:tcPr>
            <w:tcW w:w="3685" w:type="dxa"/>
          </w:tcPr>
          <w:p w:rsidR="00096766" w:rsidRPr="0044411C" w:rsidRDefault="00096766" w:rsidP="004441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411C">
              <w:rPr>
                <w:rFonts w:ascii="Times New Roman" w:hAnsi="Times New Roman"/>
                <w:b/>
                <w:sz w:val="24"/>
                <w:szCs w:val="24"/>
              </w:rPr>
              <w:t>ПРЕЗЕНТАЦІЯ</w:t>
            </w:r>
          </w:p>
        </w:tc>
      </w:tr>
      <w:tr w:rsidR="00096766" w:rsidRPr="0044411C" w:rsidTr="0044411C">
        <w:tc>
          <w:tcPr>
            <w:tcW w:w="675" w:type="dxa"/>
          </w:tcPr>
          <w:p w:rsidR="00096766" w:rsidRPr="0044411C" w:rsidRDefault="00096766" w:rsidP="004441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11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096766" w:rsidRPr="0044411C" w:rsidRDefault="00096766" w:rsidP="004441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411C">
              <w:rPr>
                <w:rFonts w:ascii="Times New Roman" w:hAnsi="Times New Roman"/>
                <w:sz w:val="24"/>
                <w:szCs w:val="24"/>
              </w:rPr>
              <w:t>Азізова Марина</w:t>
            </w:r>
          </w:p>
        </w:tc>
        <w:tc>
          <w:tcPr>
            <w:tcW w:w="2967" w:type="dxa"/>
          </w:tcPr>
          <w:p w:rsidR="00096766" w:rsidRPr="0044411C" w:rsidRDefault="00096766" w:rsidP="004441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11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19" w:type="dxa"/>
          </w:tcPr>
          <w:p w:rsidR="00096766" w:rsidRPr="0044411C" w:rsidRDefault="00096766" w:rsidP="004441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11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52" w:type="dxa"/>
          </w:tcPr>
          <w:p w:rsidR="00096766" w:rsidRPr="0044411C" w:rsidRDefault="00096766" w:rsidP="004441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11C">
              <w:rPr>
                <w:rFonts w:ascii="Times New Roman" w:hAnsi="Times New Roman"/>
                <w:sz w:val="24"/>
                <w:szCs w:val="24"/>
              </w:rPr>
              <w:t>слід виконати</w:t>
            </w:r>
          </w:p>
        </w:tc>
        <w:tc>
          <w:tcPr>
            <w:tcW w:w="3685" w:type="dxa"/>
          </w:tcPr>
          <w:p w:rsidR="00096766" w:rsidRPr="0044411C" w:rsidRDefault="00096766" w:rsidP="004441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11C">
              <w:rPr>
                <w:rFonts w:ascii="Times New Roman" w:hAnsi="Times New Roman"/>
                <w:sz w:val="24"/>
                <w:szCs w:val="24"/>
              </w:rPr>
              <w:t>слід виконати</w:t>
            </w:r>
          </w:p>
        </w:tc>
      </w:tr>
      <w:tr w:rsidR="00096766" w:rsidRPr="0044411C" w:rsidTr="0044411C">
        <w:tc>
          <w:tcPr>
            <w:tcW w:w="675" w:type="dxa"/>
          </w:tcPr>
          <w:p w:rsidR="00096766" w:rsidRPr="0044411C" w:rsidRDefault="00096766" w:rsidP="004441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11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</w:tcPr>
          <w:p w:rsidR="00096766" w:rsidRPr="0044411C" w:rsidRDefault="00096766" w:rsidP="004441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411C">
              <w:rPr>
                <w:rFonts w:ascii="Times New Roman" w:hAnsi="Times New Roman"/>
                <w:sz w:val="24"/>
                <w:szCs w:val="24"/>
              </w:rPr>
              <w:t>Афанасьєва Світлана</w:t>
            </w:r>
          </w:p>
        </w:tc>
        <w:tc>
          <w:tcPr>
            <w:tcW w:w="2967" w:type="dxa"/>
          </w:tcPr>
          <w:p w:rsidR="00096766" w:rsidRPr="0044411C" w:rsidRDefault="00096766" w:rsidP="004441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11C">
              <w:rPr>
                <w:rFonts w:ascii="Times New Roman" w:hAnsi="Times New Roman"/>
                <w:sz w:val="24"/>
                <w:szCs w:val="24"/>
              </w:rPr>
              <w:t>слід виконати</w:t>
            </w:r>
          </w:p>
        </w:tc>
        <w:tc>
          <w:tcPr>
            <w:tcW w:w="2419" w:type="dxa"/>
          </w:tcPr>
          <w:p w:rsidR="00096766" w:rsidRPr="0044411C" w:rsidRDefault="00096766" w:rsidP="0044411C">
            <w:pPr>
              <w:spacing w:after="0" w:line="240" w:lineRule="auto"/>
              <w:jc w:val="center"/>
            </w:pPr>
            <w:r w:rsidRPr="0044411C">
              <w:rPr>
                <w:rFonts w:ascii="Times New Roman" w:hAnsi="Times New Roman"/>
                <w:sz w:val="24"/>
                <w:szCs w:val="24"/>
              </w:rPr>
              <w:t>слід виконати</w:t>
            </w:r>
          </w:p>
        </w:tc>
        <w:tc>
          <w:tcPr>
            <w:tcW w:w="2552" w:type="dxa"/>
          </w:tcPr>
          <w:p w:rsidR="00096766" w:rsidRPr="0044411C" w:rsidRDefault="00096766" w:rsidP="0044411C">
            <w:pPr>
              <w:spacing w:after="0" w:line="240" w:lineRule="auto"/>
              <w:jc w:val="center"/>
            </w:pPr>
            <w:r w:rsidRPr="0044411C">
              <w:rPr>
                <w:rFonts w:ascii="Times New Roman" w:hAnsi="Times New Roman"/>
                <w:sz w:val="24"/>
                <w:szCs w:val="24"/>
              </w:rPr>
              <w:t>слід виконати</w:t>
            </w:r>
          </w:p>
        </w:tc>
        <w:tc>
          <w:tcPr>
            <w:tcW w:w="3685" w:type="dxa"/>
          </w:tcPr>
          <w:p w:rsidR="00096766" w:rsidRPr="0044411C" w:rsidRDefault="00096766" w:rsidP="0044411C">
            <w:pPr>
              <w:spacing w:after="0" w:line="240" w:lineRule="auto"/>
              <w:jc w:val="center"/>
            </w:pPr>
            <w:r w:rsidRPr="0044411C">
              <w:rPr>
                <w:rFonts w:ascii="Times New Roman" w:hAnsi="Times New Roman"/>
                <w:sz w:val="24"/>
                <w:szCs w:val="24"/>
              </w:rPr>
              <w:t>слід виконати</w:t>
            </w:r>
          </w:p>
        </w:tc>
      </w:tr>
      <w:tr w:rsidR="00096766" w:rsidRPr="0044411C" w:rsidTr="0044411C">
        <w:tc>
          <w:tcPr>
            <w:tcW w:w="675" w:type="dxa"/>
          </w:tcPr>
          <w:p w:rsidR="00096766" w:rsidRPr="0044411C" w:rsidRDefault="00096766" w:rsidP="004441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11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94" w:type="dxa"/>
          </w:tcPr>
          <w:p w:rsidR="00096766" w:rsidRPr="0044411C" w:rsidRDefault="00096766" w:rsidP="004441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411C">
              <w:rPr>
                <w:rFonts w:ascii="Times New Roman" w:hAnsi="Times New Roman"/>
                <w:sz w:val="24"/>
                <w:szCs w:val="24"/>
              </w:rPr>
              <w:t>Внукова Юлія</w:t>
            </w:r>
          </w:p>
        </w:tc>
        <w:tc>
          <w:tcPr>
            <w:tcW w:w="2967" w:type="dxa"/>
          </w:tcPr>
          <w:p w:rsidR="00096766" w:rsidRPr="0044411C" w:rsidRDefault="00096766" w:rsidP="004441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11C">
              <w:rPr>
                <w:rFonts w:ascii="Times New Roman" w:hAnsi="Times New Roman"/>
                <w:sz w:val="24"/>
                <w:szCs w:val="24"/>
              </w:rPr>
              <w:t>слід виконати</w:t>
            </w:r>
            <w:bookmarkStart w:id="0" w:name="_GoBack"/>
            <w:bookmarkEnd w:id="0"/>
          </w:p>
        </w:tc>
        <w:tc>
          <w:tcPr>
            <w:tcW w:w="2419" w:type="dxa"/>
          </w:tcPr>
          <w:p w:rsidR="00096766" w:rsidRPr="0044411C" w:rsidRDefault="00096766" w:rsidP="004441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11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:rsidR="00096766" w:rsidRPr="0044411C" w:rsidRDefault="00096766" w:rsidP="004441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11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685" w:type="dxa"/>
          </w:tcPr>
          <w:p w:rsidR="00096766" w:rsidRPr="0044411C" w:rsidRDefault="00096766" w:rsidP="004441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11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96766" w:rsidRPr="0044411C" w:rsidTr="0044411C">
        <w:tc>
          <w:tcPr>
            <w:tcW w:w="675" w:type="dxa"/>
          </w:tcPr>
          <w:p w:rsidR="00096766" w:rsidRPr="0044411C" w:rsidRDefault="00096766" w:rsidP="004441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11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94" w:type="dxa"/>
          </w:tcPr>
          <w:p w:rsidR="00096766" w:rsidRPr="0044411C" w:rsidRDefault="00096766" w:rsidP="004441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411C">
              <w:rPr>
                <w:rFonts w:ascii="Times New Roman" w:hAnsi="Times New Roman"/>
                <w:sz w:val="24"/>
                <w:szCs w:val="24"/>
              </w:rPr>
              <w:t>Іваненко Інна</w:t>
            </w:r>
          </w:p>
        </w:tc>
        <w:tc>
          <w:tcPr>
            <w:tcW w:w="2967" w:type="dxa"/>
          </w:tcPr>
          <w:p w:rsidR="00096766" w:rsidRPr="0044411C" w:rsidRDefault="00096766" w:rsidP="004441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11C">
              <w:rPr>
                <w:rFonts w:ascii="Times New Roman" w:hAnsi="Times New Roman"/>
                <w:sz w:val="24"/>
                <w:szCs w:val="24"/>
              </w:rPr>
              <w:t>слід виконати</w:t>
            </w:r>
          </w:p>
        </w:tc>
        <w:tc>
          <w:tcPr>
            <w:tcW w:w="2419" w:type="dxa"/>
          </w:tcPr>
          <w:p w:rsidR="00096766" w:rsidRPr="0044411C" w:rsidRDefault="00096766" w:rsidP="004441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11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52" w:type="dxa"/>
          </w:tcPr>
          <w:p w:rsidR="00096766" w:rsidRPr="0044411C" w:rsidRDefault="00096766" w:rsidP="004441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11C">
              <w:rPr>
                <w:rFonts w:ascii="Times New Roman" w:hAnsi="Times New Roman"/>
                <w:sz w:val="24"/>
                <w:szCs w:val="24"/>
              </w:rPr>
              <w:t>слід виконати</w:t>
            </w:r>
          </w:p>
        </w:tc>
        <w:tc>
          <w:tcPr>
            <w:tcW w:w="3685" w:type="dxa"/>
          </w:tcPr>
          <w:p w:rsidR="00096766" w:rsidRPr="0044411C" w:rsidRDefault="00096766" w:rsidP="004441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11C">
              <w:rPr>
                <w:rFonts w:ascii="Times New Roman" w:hAnsi="Times New Roman"/>
                <w:sz w:val="24"/>
                <w:szCs w:val="24"/>
              </w:rPr>
              <w:t>слід виконати</w:t>
            </w:r>
          </w:p>
        </w:tc>
      </w:tr>
      <w:tr w:rsidR="00096766" w:rsidRPr="0044411C" w:rsidTr="0044411C">
        <w:tc>
          <w:tcPr>
            <w:tcW w:w="675" w:type="dxa"/>
          </w:tcPr>
          <w:p w:rsidR="00096766" w:rsidRPr="0044411C" w:rsidRDefault="00096766" w:rsidP="004441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11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94" w:type="dxa"/>
          </w:tcPr>
          <w:p w:rsidR="00096766" w:rsidRPr="0044411C" w:rsidRDefault="00096766" w:rsidP="004441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411C">
              <w:rPr>
                <w:rFonts w:ascii="Times New Roman" w:hAnsi="Times New Roman"/>
                <w:sz w:val="24"/>
                <w:szCs w:val="24"/>
              </w:rPr>
              <w:t>Каменєва Єлізавета</w:t>
            </w:r>
          </w:p>
        </w:tc>
        <w:tc>
          <w:tcPr>
            <w:tcW w:w="2967" w:type="dxa"/>
          </w:tcPr>
          <w:p w:rsidR="00096766" w:rsidRPr="0044411C" w:rsidRDefault="00096766" w:rsidP="004441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11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19" w:type="dxa"/>
          </w:tcPr>
          <w:p w:rsidR="00096766" w:rsidRPr="0044411C" w:rsidRDefault="00096766" w:rsidP="004441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11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52" w:type="dxa"/>
          </w:tcPr>
          <w:p w:rsidR="00096766" w:rsidRPr="0044411C" w:rsidRDefault="00096766" w:rsidP="004441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11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685" w:type="dxa"/>
          </w:tcPr>
          <w:p w:rsidR="00096766" w:rsidRPr="0044411C" w:rsidRDefault="00096766" w:rsidP="004441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11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96766" w:rsidRPr="0044411C" w:rsidTr="0044411C">
        <w:tc>
          <w:tcPr>
            <w:tcW w:w="675" w:type="dxa"/>
          </w:tcPr>
          <w:p w:rsidR="00096766" w:rsidRPr="0044411C" w:rsidRDefault="00096766" w:rsidP="004441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11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94" w:type="dxa"/>
          </w:tcPr>
          <w:p w:rsidR="00096766" w:rsidRPr="0044411C" w:rsidRDefault="00096766" w:rsidP="004441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411C">
              <w:rPr>
                <w:rFonts w:ascii="Times New Roman" w:hAnsi="Times New Roman"/>
                <w:sz w:val="24"/>
                <w:szCs w:val="24"/>
              </w:rPr>
              <w:t>Костюк Антон</w:t>
            </w:r>
          </w:p>
        </w:tc>
        <w:tc>
          <w:tcPr>
            <w:tcW w:w="2967" w:type="dxa"/>
          </w:tcPr>
          <w:p w:rsidR="00096766" w:rsidRPr="0044411C" w:rsidRDefault="00096766" w:rsidP="0044411C">
            <w:pPr>
              <w:spacing w:after="0" w:line="240" w:lineRule="auto"/>
              <w:jc w:val="center"/>
            </w:pPr>
            <w:r w:rsidRPr="0044411C">
              <w:rPr>
                <w:rFonts w:ascii="Times New Roman" w:hAnsi="Times New Roman"/>
                <w:sz w:val="24"/>
                <w:szCs w:val="24"/>
              </w:rPr>
              <w:t>слід виконати</w:t>
            </w:r>
          </w:p>
        </w:tc>
        <w:tc>
          <w:tcPr>
            <w:tcW w:w="2419" w:type="dxa"/>
          </w:tcPr>
          <w:p w:rsidR="00096766" w:rsidRPr="0044411C" w:rsidRDefault="00096766" w:rsidP="0044411C">
            <w:pPr>
              <w:spacing w:after="0" w:line="240" w:lineRule="auto"/>
              <w:jc w:val="center"/>
            </w:pPr>
            <w:r w:rsidRPr="0044411C">
              <w:rPr>
                <w:rFonts w:ascii="Times New Roman" w:hAnsi="Times New Roman"/>
                <w:sz w:val="24"/>
                <w:szCs w:val="24"/>
              </w:rPr>
              <w:t>слід виконати</w:t>
            </w:r>
          </w:p>
        </w:tc>
        <w:tc>
          <w:tcPr>
            <w:tcW w:w="2552" w:type="dxa"/>
          </w:tcPr>
          <w:p w:rsidR="00096766" w:rsidRPr="0044411C" w:rsidRDefault="00096766" w:rsidP="0044411C">
            <w:pPr>
              <w:spacing w:after="0" w:line="240" w:lineRule="auto"/>
              <w:jc w:val="center"/>
            </w:pPr>
            <w:r w:rsidRPr="0044411C">
              <w:rPr>
                <w:rFonts w:ascii="Times New Roman" w:hAnsi="Times New Roman"/>
                <w:sz w:val="24"/>
                <w:szCs w:val="24"/>
              </w:rPr>
              <w:t>слід виконати</w:t>
            </w:r>
          </w:p>
        </w:tc>
        <w:tc>
          <w:tcPr>
            <w:tcW w:w="3685" w:type="dxa"/>
          </w:tcPr>
          <w:p w:rsidR="00096766" w:rsidRPr="0044411C" w:rsidRDefault="00096766" w:rsidP="0044411C">
            <w:pPr>
              <w:spacing w:after="0" w:line="240" w:lineRule="auto"/>
              <w:jc w:val="center"/>
            </w:pPr>
            <w:r w:rsidRPr="0044411C">
              <w:rPr>
                <w:rFonts w:ascii="Times New Roman" w:hAnsi="Times New Roman"/>
                <w:sz w:val="24"/>
                <w:szCs w:val="24"/>
              </w:rPr>
              <w:t>слід виконати</w:t>
            </w:r>
          </w:p>
        </w:tc>
      </w:tr>
      <w:tr w:rsidR="00096766" w:rsidRPr="0044411C" w:rsidTr="0044411C">
        <w:tc>
          <w:tcPr>
            <w:tcW w:w="675" w:type="dxa"/>
          </w:tcPr>
          <w:p w:rsidR="00096766" w:rsidRPr="0044411C" w:rsidRDefault="00096766" w:rsidP="004441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11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94" w:type="dxa"/>
          </w:tcPr>
          <w:p w:rsidR="00096766" w:rsidRPr="0044411C" w:rsidRDefault="00096766" w:rsidP="004441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411C">
              <w:rPr>
                <w:rFonts w:ascii="Times New Roman" w:hAnsi="Times New Roman"/>
                <w:sz w:val="24"/>
                <w:szCs w:val="24"/>
              </w:rPr>
              <w:t>Куриленко Юлія</w:t>
            </w:r>
          </w:p>
        </w:tc>
        <w:tc>
          <w:tcPr>
            <w:tcW w:w="2967" w:type="dxa"/>
          </w:tcPr>
          <w:p w:rsidR="00096766" w:rsidRPr="0044411C" w:rsidRDefault="00096766" w:rsidP="004441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11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19" w:type="dxa"/>
          </w:tcPr>
          <w:p w:rsidR="00096766" w:rsidRPr="0044411C" w:rsidRDefault="00096766" w:rsidP="004441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11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</w:tcPr>
          <w:p w:rsidR="00096766" w:rsidRPr="00AF5EA0" w:rsidRDefault="00096766" w:rsidP="004441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685" w:type="dxa"/>
          </w:tcPr>
          <w:p w:rsidR="00096766" w:rsidRPr="00AF5EA0" w:rsidRDefault="00096766" w:rsidP="004441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</w:tr>
      <w:tr w:rsidR="00096766" w:rsidRPr="0044411C" w:rsidTr="0044411C">
        <w:tc>
          <w:tcPr>
            <w:tcW w:w="675" w:type="dxa"/>
          </w:tcPr>
          <w:p w:rsidR="00096766" w:rsidRPr="0044411C" w:rsidRDefault="00096766" w:rsidP="004441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11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694" w:type="dxa"/>
          </w:tcPr>
          <w:p w:rsidR="00096766" w:rsidRPr="0044411C" w:rsidRDefault="00096766" w:rsidP="004441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411C">
              <w:rPr>
                <w:rFonts w:ascii="Times New Roman" w:hAnsi="Times New Roman"/>
                <w:sz w:val="24"/>
                <w:szCs w:val="24"/>
              </w:rPr>
              <w:t>Матюхін Владислав</w:t>
            </w:r>
          </w:p>
        </w:tc>
        <w:tc>
          <w:tcPr>
            <w:tcW w:w="2967" w:type="dxa"/>
          </w:tcPr>
          <w:p w:rsidR="00096766" w:rsidRPr="0044411C" w:rsidRDefault="00096766" w:rsidP="0044411C">
            <w:pPr>
              <w:spacing w:after="0" w:line="240" w:lineRule="auto"/>
              <w:jc w:val="center"/>
            </w:pPr>
            <w:r w:rsidRPr="0044411C">
              <w:rPr>
                <w:rFonts w:ascii="Times New Roman" w:hAnsi="Times New Roman"/>
                <w:sz w:val="24"/>
                <w:szCs w:val="24"/>
              </w:rPr>
              <w:t>слід виконати</w:t>
            </w:r>
          </w:p>
        </w:tc>
        <w:tc>
          <w:tcPr>
            <w:tcW w:w="2419" w:type="dxa"/>
          </w:tcPr>
          <w:p w:rsidR="00096766" w:rsidRPr="0044411C" w:rsidRDefault="00096766" w:rsidP="0044411C">
            <w:pPr>
              <w:spacing w:after="0" w:line="240" w:lineRule="auto"/>
              <w:jc w:val="center"/>
            </w:pPr>
            <w:r w:rsidRPr="0044411C">
              <w:rPr>
                <w:rFonts w:ascii="Times New Roman" w:hAnsi="Times New Roman"/>
                <w:sz w:val="24"/>
                <w:szCs w:val="24"/>
              </w:rPr>
              <w:t>слід виконати</w:t>
            </w:r>
          </w:p>
        </w:tc>
        <w:tc>
          <w:tcPr>
            <w:tcW w:w="2552" w:type="dxa"/>
          </w:tcPr>
          <w:p w:rsidR="00096766" w:rsidRPr="0044411C" w:rsidRDefault="00096766" w:rsidP="0044411C">
            <w:pPr>
              <w:spacing w:after="0" w:line="240" w:lineRule="auto"/>
              <w:jc w:val="center"/>
            </w:pPr>
            <w:r w:rsidRPr="0044411C">
              <w:rPr>
                <w:rFonts w:ascii="Times New Roman" w:hAnsi="Times New Roman"/>
                <w:sz w:val="24"/>
                <w:szCs w:val="24"/>
              </w:rPr>
              <w:t>слід виконати</w:t>
            </w:r>
          </w:p>
        </w:tc>
        <w:tc>
          <w:tcPr>
            <w:tcW w:w="3685" w:type="dxa"/>
          </w:tcPr>
          <w:p w:rsidR="00096766" w:rsidRPr="0044411C" w:rsidRDefault="00096766" w:rsidP="0044411C">
            <w:pPr>
              <w:spacing w:after="0" w:line="240" w:lineRule="auto"/>
              <w:jc w:val="center"/>
            </w:pPr>
            <w:r w:rsidRPr="0044411C">
              <w:rPr>
                <w:rFonts w:ascii="Times New Roman" w:hAnsi="Times New Roman"/>
                <w:sz w:val="24"/>
                <w:szCs w:val="24"/>
              </w:rPr>
              <w:t>слід виконати</w:t>
            </w:r>
          </w:p>
        </w:tc>
      </w:tr>
      <w:tr w:rsidR="00096766" w:rsidRPr="0044411C" w:rsidTr="0044411C">
        <w:tc>
          <w:tcPr>
            <w:tcW w:w="675" w:type="dxa"/>
          </w:tcPr>
          <w:p w:rsidR="00096766" w:rsidRPr="0044411C" w:rsidRDefault="00096766" w:rsidP="004441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11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694" w:type="dxa"/>
          </w:tcPr>
          <w:p w:rsidR="00096766" w:rsidRPr="0044411C" w:rsidRDefault="00096766" w:rsidP="004441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411C">
              <w:rPr>
                <w:rFonts w:ascii="Times New Roman" w:hAnsi="Times New Roman"/>
                <w:sz w:val="24"/>
                <w:szCs w:val="24"/>
              </w:rPr>
              <w:t>Мясоєдова Маргарита</w:t>
            </w:r>
          </w:p>
        </w:tc>
        <w:tc>
          <w:tcPr>
            <w:tcW w:w="2967" w:type="dxa"/>
          </w:tcPr>
          <w:p w:rsidR="00096766" w:rsidRPr="0044411C" w:rsidRDefault="00096766" w:rsidP="004441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4411C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419" w:type="dxa"/>
          </w:tcPr>
          <w:p w:rsidR="00096766" w:rsidRPr="0044411C" w:rsidRDefault="00096766" w:rsidP="004441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11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</w:tcPr>
          <w:p w:rsidR="00096766" w:rsidRPr="0044411C" w:rsidRDefault="00096766" w:rsidP="004441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11C">
              <w:rPr>
                <w:rFonts w:ascii="Times New Roman" w:hAnsi="Times New Roman"/>
                <w:sz w:val="24"/>
                <w:szCs w:val="24"/>
              </w:rPr>
              <w:t>5 (за актуальність))))</w:t>
            </w:r>
          </w:p>
        </w:tc>
        <w:tc>
          <w:tcPr>
            <w:tcW w:w="3685" w:type="dxa"/>
          </w:tcPr>
          <w:p w:rsidR="00096766" w:rsidRPr="0044411C" w:rsidRDefault="00096766" w:rsidP="004441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11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96766" w:rsidRPr="0044411C" w:rsidTr="0044411C">
        <w:tc>
          <w:tcPr>
            <w:tcW w:w="675" w:type="dxa"/>
          </w:tcPr>
          <w:p w:rsidR="00096766" w:rsidRPr="0044411C" w:rsidRDefault="00096766" w:rsidP="004441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11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694" w:type="dxa"/>
          </w:tcPr>
          <w:p w:rsidR="00096766" w:rsidRPr="0044411C" w:rsidRDefault="00096766" w:rsidP="004441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411C">
              <w:rPr>
                <w:rFonts w:ascii="Times New Roman" w:hAnsi="Times New Roman"/>
                <w:sz w:val="24"/>
                <w:szCs w:val="24"/>
              </w:rPr>
              <w:t>Ноздрачов Руслан</w:t>
            </w:r>
          </w:p>
        </w:tc>
        <w:tc>
          <w:tcPr>
            <w:tcW w:w="2967" w:type="dxa"/>
          </w:tcPr>
          <w:p w:rsidR="00096766" w:rsidRPr="0044411C" w:rsidRDefault="00096766" w:rsidP="0044411C">
            <w:pPr>
              <w:spacing w:after="0" w:line="240" w:lineRule="auto"/>
              <w:jc w:val="center"/>
            </w:pPr>
            <w:r w:rsidRPr="0044411C">
              <w:rPr>
                <w:rFonts w:ascii="Times New Roman" w:hAnsi="Times New Roman"/>
                <w:sz w:val="24"/>
                <w:szCs w:val="24"/>
              </w:rPr>
              <w:t>слід виконати</w:t>
            </w:r>
          </w:p>
        </w:tc>
        <w:tc>
          <w:tcPr>
            <w:tcW w:w="2419" w:type="dxa"/>
          </w:tcPr>
          <w:p w:rsidR="00096766" w:rsidRPr="0044411C" w:rsidRDefault="00096766" w:rsidP="0044411C">
            <w:pPr>
              <w:spacing w:after="0" w:line="240" w:lineRule="auto"/>
              <w:jc w:val="center"/>
            </w:pPr>
            <w:r w:rsidRPr="0044411C">
              <w:rPr>
                <w:rFonts w:ascii="Times New Roman" w:hAnsi="Times New Roman"/>
                <w:sz w:val="24"/>
                <w:szCs w:val="24"/>
              </w:rPr>
              <w:t>слід виконати</w:t>
            </w:r>
          </w:p>
        </w:tc>
        <w:tc>
          <w:tcPr>
            <w:tcW w:w="2552" w:type="dxa"/>
          </w:tcPr>
          <w:p w:rsidR="00096766" w:rsidRPr="0044411C" w:rsidRDefault="00096766" w:rsidP="0044411C">
            <w:pPr>
              <w:spacing w:after="0" w:line="240" w:lineRule="auto"/>
              <w:jc w:val="center"/>
            </w:pPr>
            <w:r w:rsidRPr="0044411C">
              <w:rPr>
                <w:rFonts w:ascii="Times New Roman" w:hAnsi="Times New Roman"/>
                <w:sz w:val="24"/>
                <w:szCs w:val="24"/>
              </w:rPr>
              <w:t>слід виконати</w:t>
            </w:r>
          </w:p>
        </w:tc>
        <w:tc>
          <w:tcPr>
            <w:tcW w:w="3685" w:type="dxa"/>
          </w:tcPr>
          <w:p w:rsidR="00096766" w:rsidRPr="0044411C" w:rsidRDefault="00096766" w:rsidP="0044411C">
            <w:pPr>
              <w:spacing w:after="0" w:line="240" w:lineRule="auto"/>
              <w:jc w:val="center"/>
            </w:pPr>
            <w:r w:rsidRPr="0044411C">
              <w:rPr>
                <w:rFonts w:ascii="Times New Roman" w:hAnsi="Times New Roman"/>
                <w:sz w:val="24"/>
                <w:szCs w:val="24"/>
              </w:rPr>
              <w:t>слід виконати</w:t>
            </w:r>
          </w:p>
        </w:tc>
      </w:tr>
      <w:tr w:rsidR="00096766" w:rsidRPr="0044411C" w:rsidTr="0044411C">
        <w:tc>
          <w:tcPr>
            <w:tcW w:w="675" w:type="dxa"/>
          </w:tcPr>
          <w:p w:rsidR="00096766" w:rsidRPr="0044411C" w:rsidRDefault="00096766" w:rsidP="004441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11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694" w:type="dxa"/>
          </w:tcPr>
          <w:p w:rsidR="00096766" w:rsidRPr="0044411C" w:rsidRDefault="00096766" w:rsidP="004441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411C">
              <w:rPr>
                <w:rFonts w:ascii="Times New Roman" w:hAnsi="Times New Roman"/>
                <w:sz w:val="24"/>
                <w:szCs w:val="24"/>
              </w:rPr>
              <w:t>Павлушкіна Олена</w:t>
            </w:r>
          </w:p>
        </w:tc>
        <w:tc>
          <w:tcPr>
            <w:tcW w:w="2967" w:type="dxa"/>
          </w:tcPr>
          <w:p w:rsidR="00096766" w:rsidRPr="0044411C" w:rsidRDefault="00096766" w:rsidP="004441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4411C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419" w:type="dxa"/>
          </w:tcPr>
          <w:p w:rsidR="00096766" w:rsidRPr="0044411C" w:rsidRDefault="00096766" w:rsidP="004441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11C">
              <w:rPr>
                <w:rFonts w:ascii="Times New Roman" w:hAnsi="Times New Roman"/>
                <w:sz w:val="24"/>
                <w:szCs w:val="24"/>
              </w:rPr>
              <w:t>слід виконати</w:t>
            </w:r>
          </w:p>
        </w:tc>
        <w:tc>
          <w:tcPr>
            <w:tcW w:w="2552" w:type="dxa"/>
          </w:tcPr>
          <w:p w:rsidR="00096766" w:rsidRPr="0044411C" w:rsidRDefault="00096766" w:rsidP="004441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11C">
              <w:rPr>
                <w:rFonts w:ascii="Times New Roman" w:hAnsi="Times New Roman"/>
                <w:sz w:val="24"/>
                <w:szCs w:val="24"/>
              </w:rPr>
              <w:t>слід виконати</w:t>
            </w:r>
          </w:p>
        </w:tc>
        <w:tc>
          <w:tcPr>
            <w:tcW w:w="3685" w:type="dxa"/>
          </w:tcPr>
          <w:p w:rsidR="00096766" w:rsidRPr="0044411C" w:rsidRDefault="00096766" w:rsidP="004441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11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96766" w:rsidRPr="0044411C" w:rsidTr="0044411C">
        <w:tc>
          <w:tcPr>
            <w:tcW w:w="675" w:type="dxa"/>
          </w:tcPr>
          <w:p w:rsidR="00096766" w:rsidRPr="0044411C" w:rsidRDefault="00096766" w:rsidP="004441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11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694" w:type="dxa"/>
          </w:tcPr>
          <w:p w:rsidR="00096766" w:rsidRPr="0044411C" w:rsidRDefault="00096766" w:rsidP="004441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411C">
              <w:rPr>
                <w:rFonts w:ascii="Times New Roman" w:hAnsi="Times New Roman"/>
                <w:sz w:val="24"/>
                <w:szCs w:val="24"/>
              </w:rPr>
              <w:t>Примак Софія</w:t>
            </w:r>
          </w:p>
        </w:tc>
        <w:tc>
          <w:tcPr>
            <w:tcW w:w="2967" w:type="dxa"/>
          </w:tcPr>
          <w:p w:rsidR="00096766" w:rsidRPr="0044411C" w:rsidRDefault="00096766" w:rsidP="0044411C">
            <w:pPr>
              <w:spacing w:after="0" w:line="240" w:lineRule="auto"/>
              <w:jc w:val="center"/>
            </w:pPr>
            <w:r w:rsidRPr="0044411C">
              <w:rPr>
                <w:rFonts w:ascii="Times New Roman" w:hAnsi="Times New Roman"/>
                <w:sz w:val="24"/>
                <w:szCs w:val="24"/>
              </w:rPr>
              <w:t>слід виконати</w:t>
            </w:r>
          </w:p>
        </w:tc>
        <w:tc>
          <w:tcPr>
            <w:tcW w:w="2419" w:type="dxa"/>
          </w:tcPr>
          <w:p w:rsidR="00096766" w:rsidRPr="0044411C" w:rsidRDefault="00096766" w:rsidP="0044411C">
            <w:pPr>
              <w:spacing w:after="0" w:line="240" w:lineRule="auto"/>
              <w:jc w:val="center"/>
            </w:pPr>
            <w:r w:rsidRPr="0044411C">
              <w:rPr>
                <w:rFonts w:ascii="Times New Roman" w:hAnsi="Times New Roman"/>
                <w:sz w:val="24"/>
                <w:szCs w:val="24"/>
              </w:rPr>
              <w:t>слід виконати</w:t>
            </w:r>
          </w:p>
        </w:tc>
        <w:tc>
          <w:tcPr>
            <w:tcW w:w="2552" w:type="dxa"/>
          </w:tcPr>
          <w:p w:rsidR="00096766" w:rsidRPr="0044411C" w:rsidRDefault="00096766" w:rsidP="0044411C">
            <w:pPr>
              <w:spacing w:after="0" w:line="240" w:lineRule="auto"/>
              <w:jc w:val="center"/>
            </w:pPr>
            <w:r w:rsidRPr="0044411C">
              <w:rPr>
                <w:rFonts w:ascii="Times New Roman" w:hAnsi="Times New Roman"/>
                <w:sz w:val="24"/>
                <w:szCs w:val="24"/>
              </w:rPr>
              <w:t>слід виконати</w:t>
            </w:r>
          </w:p>
        </w:tc>
        <w:tc>
          <w:tcPr>
            <w:tcW w:w="3685" w:type="dxa"/>
          </w:tcPr>
          <w:p w:rsidR="00096766" w:rsidRPr="0044411C" w:rsidRDefault="00096766" w:rsidP="0044411C">
            <w:pPr>
              <w:spacing w:after="0" w:line="240" w:lineRule="auto"/>
              <w:jc w:val="center"/>
            </w:pPr>
            <w:r w:rsidRPr="0044411C">
              <w:rPr>
                <w:rFonts w:ascii="Times New Roman" w:hAnsi="Times New Roman"/>
                <w:sz w:val="24"/>
                <w:szCs w:val="24"/>
              </w:rPr>
              <w:t>слід виконати</w:t>
            </w:r>
          </w:p>
        </w:tc>
      </w:tr>
      <w:tr w:rsidR="00096766" w:rsidRPr="0044411C" w:rsidTr="0044411C">
        <w:tc>
          <w:tcPr>
            <w:tcW w:w="675" w:type="dxa"/>
          </w:tcPr>
          <w:p w:rsidR="00096766" w:rsidRPr="0044411C" w:rsidRDefault="00096766" w:rsidP="004441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11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694" w:type="dxa"/>
          </w:tcPr>
          <w:p w:rsidR="00096766" w:rsidRPr="0044411C" w:rsidRDefault="00096766" w:rsidP="004441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4411C">
              <w:rPr>
                <w:rFonts w:ascii="Times New Roman" w:hAnsi="Times New Roman"/>
                <w:sz w:val="24"/>
                <w:szCs w:val="24"/>
              </w:rPr>
              <w:t>Чирка Олена</w:t>
            </w:r>
          </w:p>
        </w:tc>
        <w:tc>
          <w:tcPr>
            <w:tcW w:w="2967" w:type="dxa"/>
          </w:tcPr>
          <w:p w:rsidR="00096766" w:rsidRPr="0044411C" w:rsidRDefault="00096766" w:rsidP="004441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4411C">
              <w:rPr>
                <w:rFonts w:ascii="Times New Roman" w:hAnsi="Times New Roman"/>
                <w:sz w:val="24"/>
                <w:szCs w:val="24"/>
                <w:lang w:val="ru-RU"/>
              </w:rPr>
              <w:t>слід виконати</w:t>
            </w:r>
          </w:p>
        </w:tc>
        <w:tc>
          <w:tcPr>
            <w:tcW w:w="2419" w:type="dxa"/>
          </w:tcPr>
          <w:p w:rsidR="00096766" w:rsidRPr="0044411C" w:rsidRDefault="00096766" w:rsidP="004441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11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:rsidR="00096766" w:rsidRPr="0044411C" w:rsidRDefault="00096766" w:rsidP="004441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11C">
              <w:rPr>
                <w:rFonts w:ascii="Times New Roman" w:hAnsi="Times New Roman"/>
                <w:sz w:val="24"/>
                <w:szCs w:val="24"/>
              </w:rPr>
              <w:t>слід виконати</w:t>
            </w:r>
          </w:p>
        </w:tc>
        <w:tc>
          <w:tcPr>
            <w:tcW w:w="3685" w:type="dxa"/>
          </w:tcPr>
          <w:p w:rsidR="00096766" w:rsidRPr="0044411C" w:rsidRDefault="00096766" w:rsidP="0044411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411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</w:tbl>
    <w:p w:rsidR="00096766" w:rsidRDefault="00096766" w:rsidP="00101BD3">
      <w:pPr>
        <w:spacing w:after="0"/>
        <w:jc w:val="center"/>
        <w:rPr>
          <w:sz w:val="24"/>
          <w:szCs w:val="24"/>
        </w:rPr>
      </w:pPr>
    </w:p>
    <w:p w:rsidR="00096766" w:rsidRDefault="00096766" w:rsidP="00101BD3">
      <w:pPr>
        <w:spacing w:after="0"/>
        <w:jc w:val="center"/>
        <w:rPr>
          <w:sz w:val="24"/>
          <w:szCs w:val="24"/>
        </w:rPr>
      </w:pPr>
    </w:p>
    <w:p w:rsidR="00096766" w:rsidRDefault="00096766" w:rsidP="00FC212A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* Студентки, які отримали незадовільний бал можуть переробити завдання та надіслати їх з приміткою </w:t>
      </w:r>
      <w:r w:rsidRPr="001508FF">
        <w:rPr>
          <w:sz w:val="24"/>
          <w:szCs w:val="24"/>
          <w:u w:val="single"/>
        </w:rPr>
        <w:t>ПЕРЕЗДАЧА та темою практичного</w:t>
      </w:r>
      <w:r>
        <w:rPr>
          <w:sz w:val="24"/>
          <w:szCs w:val="24"/>
        </w:rPr>
        <w:t xml:space="preserve"> на електронку </w:t>
      </w:r>
      <w:hyperlink r:id="rId4" w:history="1">
        <w:r w:rsidRPr="00C15A75">
          <w:rPr>
            <w:rStyle w:val="Hyperlink"/>
            <w:sz w:val="24"/>
            <w:szCs w:val="24"/>
            <w:lang w:val="en-US"/>
          </w:rPr>
          <w:t>andrij</w:t>
        </w:r>
        <w:r w:rsidRPr="00A63528">
          <w:rPr>
            <w:rStyle w:val="Hyperlink"/>
            <w:sz w:val="24"/>
            <w:szCs w:val="24"/>
            <w:lang w:val="ru-RU"/>
          </w:rPr>
          <w:t>.</w:t>
        </w:r>
        <w:r w:rsidRPr="00C15A75">
          <w:rPr>
            <w:rStyle w:val="Hyperlink"/>
            <w:sz w:val="24"/>
            <w:szCs w:val="24"/>
            <w:lang w:val="en-US"/>
          </w:rPr>
          <w:t>slm</w:t>
        </w:r>
        <w:r w:rsidRPr="00A63528">
          <w:rPr>
            <w:rStyle w:val="Hyperlink"/>
            <w:sz w:val="24"/>
            <w:szCs w:val="24"/>
            <w:lang w:val="ru-RU"/>
          </w:rPr>
          <w:t>85@</w:t>
        </w:r>
        <w:r w:rsidRPr="00C15A75">
          <w:rPr>
            <w:rStyle w:val="Hyperlink"/>
            <w:sz w:val="24"/>
            <w:szCs w:val="24"/>
            <w:lang w:val="en-US"/>
          </w:rPr>
          <w:t>gmail</w:t>
        </w:r>
        <w:r w:rsidRPr="00A63528">
          <w:rPr>
            <w:rStyle w:val="Hyperlink"/>
            <w:sz w:val="24"/>
            <w:szCs w:val="24"/>
            <w:lang w:val="ru-RU"/>
          </w:rPr>
          <w:t>.</w:t>
        </w:r>
        <w:r w:rsidRPr="00C15A75">
          <w:rPr>
            <w:rStyle w:val="Hyperlink"/>
            <w:sz w:val="24"/>
            <w:szCs w:val="24"/>
            <w:lang w:val="en-US"/>
          </w:rPr>
          <w:t>com</w:t>
        </w:r>
      </w:hyperlink>
      <w:r w:rsidRPr="00A63528">
        <w:rPr>
          <w:sz w:val="24"/>
          <w:szCs w:val="24"/>
          <w:lang w:val="ru-RU"/>
        </w:rPr>
        <w:t xml:space="preserve"> </w:t>
      </w:r>
    </w:p>
    <w:p w:rsidR="00096766" w:rsidRPr="00117CDA" w:rsidRDefault="00096766" w:rsidP="00FC212A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* Прошу найближчим часом подати матеріали для перевірки.</w:t>
      </w:r>
    </w:p>
    <w:sectPr w:rsidR="00096766" w:rsidRPr="00117CDA" w:rsidSect="00101BD3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57AA7"/>
    <w:rsid w:val="000760DC"/>
    <w:rsid w:val="00096766"/>
    <w:rsid w:val="00101BD3"/>
    <w:rsid w:val="00117CDA"/>
    <w:rsid w:val="001508FF"/>
    <w:rsid w:val="001852C3"/>
    <w:rsid w:val="002E7CD1"/>
    <w:rsid w:val="00442AA6"/>
    <w:rsid w:val="0044411C"/>
    <w:rsid w:val="00957AA7"/>
    <w:rsid w:val="00A63528"/>
    <w:rsid w:val="00AF5EA0"/>
    <w:rsid w:val="00C1366B"/>
    <w:rsid w:val="00C15A75"/>
    <w:rsid w:val="00FC1974"/>
    <w:rsid w:val="00FC21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1BD3"/>
    <w:pPr>
      <w:spacing w:after="200" w:line="276" w:lineRule="auto"/>
    </w:pPr>
    <w:rPr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101BD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FC212A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ndrij.slm85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43</TotalTime>
  <Pages>1</Pages>
  <Words>180</Words>
  <Characters>1029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cccp</dc:creator>
  <cp:keywords/>
  <dc:description/>
  <cp:lastModifiedBy>OPopkova</cp:lastModifiedBy>
  <cp:revision>9</cp:revision>
  <dcterms:created xsi:type="dcterms:W3CDTF">2020-03-29T14:16:00Z</dcterms:created>
  <dcterms:modified xsi:type="dcterms:W3CDTF">2020-03-30T07:11:00Z</dcterms:modified>
</cp:coreProperties>
</file>